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D72" w:rsidRDefault="00D53D72" w:rsidP="00B877EF">
      <w:pPr>
        <w:pStyle w:val="Default"/>
        <w:ind w:firstLine="70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Контрольно-измерительные материалы к промежуточной итоговой аттестации по физической культуре в 6 классе.</w:t>
      </w:r>
    </w:p>
    <w:p w:rsidR="00D53D72" w:rsidRPr="004D0395" w:rsidRDefault="00D53D72" w:rsidP="00AB1BBD">
      <w:pPr>
        <w:spacing w:before="100" w:beforeAutospacing="1" w:after="100" w:afterAutospacing="1"/>
        <w:jc w:val="both"/>
        <w:rPr>
          <w:b/>
          <w:sz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</w:t>
      </w:r>
      <w:r>
        <w:rPr>
          <w:b/>
          <w:sz w:val="28"/>
        </w:rPr>
        <w:t xml:space="preserve"> </w:t>
      </w:r>
      <w:r w:rsidRPr="004D0395">
        <w:rPr>
          <w:b/>
          <w:sz w:val="28"/>
        </w:rPr>
        <w:t>Пояснительная записка.</w:t>
      </w:r>
    </w:p>
    <w:p w:rsidR="00D53D72" w:rsidRDefault="00D53D72" w:rsidP="00AB1BBD">
      <w:pPr>
        <w:spacing w:before="100" w:beforeAutospacing="1" w:after="100" w:afterAutospacing="1"/>
        <w:jc w:val="both"/>
        <w:rPr>
          <w:b/>
          <w:sz w:val="36"/>
          <w:lang w:eastAsia="en-US"/>
        </w:rPr>
      </w:pPr>
      <w:r w:rsidRPr="007F0645">
        <w:t>Контрольно-измерительные материалы составлены в форме тестов, которые позволяют проверить  полученные знания по ра</w:t>
      </w:r>
      <w:r>
        <w:t>зделам «</w:t>
      </w:r>
      <w:r w:rsidRPr="00AB1BBD">
        <w:t>Здоровый образ жизни</w:t>
      </w:r>
      <w:r>
        <w:t>»,</w:t>
      </w:r>
      <w:r w:rsidRPr="00AB1BBD">
        <w:rPr>
          <w:lang w:eastAsia="en-US"/>
        </w:rPr>
        <w:t xml:space="preserve"> </w:t>
      </w:r>
      <w:r>
        <w:rPr>
          <w:lang w:eastAsia="en-US"/>
        </w:rPr>
        <w:t>«</w:t>
      </w:r>
      <w:r w:rsidRPr="00AB1BBD">
        <w:rPr>
          <w:lang w:eastAsia="en-US"/>
        </w:rPr>
        <w:t>Общие знания по</w:t>
      </w:r>
      <w:r>
        <w:rPr>
          <w:lang w:eastAsia="en-US"/>
        </w:rPr>
        <w:t xml:space="preserve"> теории и методике физической </w:t>
      </w:r>
      <w:r w:rsidRPr="00AB1BBD">
        <w:rPr>
          <w:lang w:eastAsia="en-US"/>
        </w:rPr>
        <w:t>культуры</w:t>
      </w:r>
      <w:r>
        <w:rPr>
          <w:lang w:eastAsia="en-US"/>
        </w:rPr>
        <w:t>», «Оли</w:t>
      </w:r>
      <w:r>
        <w:t>мпийские знания»,</w:t>
      </w:r>
      <w:r w:rsidRPr="00AB1BBD">
        <w:rPr>
          <w:lang w:eastAsia="en-US"/>
        </w:rPr>
        <w:t xml:space="preserve"> </w:t>
      </w:r>
      <w:r>
        <w:rPr>
          <w:lang w:eastAsia="en-US"/>
        </w:rPr>
        <w:t>«Правила  техники безопасности».</w:t>
      </w:r>
    </w:p>
    <w:p w:rsidR="00D53D72" w:rsidRPr="00836553" w:rsidRDefault="00D53D72" w:rsidP="00AB1BBD">
      <w:pPr>
        <w:pStyle w:val="NoSpacing"/>
        <w:rPr>
          <w:b/>
        </w:rPr>
      </w:pPr>
      <w:r w:rsidRPr="00836553">
        <w:rPr>
          <w:b/>
        </w:rPr>
        <w:t>Цель тестирования:</w:t>
      </w:r>
    </w:p>
    <w:p w:rsidR="00D53D72" w:rsidRPr="005A69E2" w:rsidRDefault="00D53D72" w:rsidP="00AB1BBD">
      <w:pPr>
        <w:pStyle w:val="NoSpacing"/>
      </w:pPr>
      <w:r w:rsidRPr="007F0645">
        <w:t>контроль качества знаний учащихся по предмету «Физическая культура».</w:t>
      </w:r>
    </w:p>
    <w:p w:rsidR="00D53D72" w:rsidRPr="00836553" w:rsidRDefault="00D53D72" w:rsidP="00AB1BBD">
      <w:pPr>
        <w:pStyle w:val="NoSpacing"/>
        <w:rPr>
          <w:b/>
        </w:rPr>
      </w:pPr>
      <w:r w:rsidRPr="00836553">
        <w:rPr>
          <w:b/>
        </w:rPr>
        <w:t xml:space="preserve">Задачи тестирования: </w:t>
      </w:r>
    </w:p>
    <w:p w:rsidR="00D53D72" w:rsidRPr="007F0645" w:rsidRDefault="00D53D72" w:rsidP="00AB1BBD">
      <w:pPr>
        <w:pStyle w:val="NoSpacing"/>
      </w:pPr>
      <w:r w:rsidRPr="007F0645">
        <w:t>Проверить усвоение знаний учащихся по пройденным разделам</w:t>
      </w:r>
    </w:p>
    <w:p w:rsidR="00D53D72" w:rsidRPr="007F0645" w:rsidRDefault="00D53D72" w:rsidP="00AB1BBD">
      <w:pPr>
        <w:pStyle w:val="NoSpacing"/>
      </w:pPr>
      <w:r w:rsidRPr="007F0645">
        <w:t>выработать умения пользоваться контрольно-измерительными материалами</w:t>
      </w:r>
    </w:p>
    <w:p w:rsidR="00D53D72" w:rsidRPr="00C46F2A" w:rsidRDefault="00D53D72" w:rsidP="00AB1BBD">
      <w:pPr>
        <w:pStyle w:val="NoSpacing"/>
        <w:jc w:val="both"/>
      </w:pPr>
      <w:r w:rsidRPr="007F0645">
        <w:t xml:space="preserve">   Тесты составлены в соответствии  с Федеральным компонентом Государственного стандарта общего образования, на основе</w:t>
      </w:r>
      <w:r>
        <w:t xml:space="preserve"> следующих авторских программ: </w:t>
      </w:r>
      <w:r w:rsidRPr="00C46F2A">
        <w:t>Лях В.И. Программы общеобразовательных учреждений: комплексная программа по физическому воспитанию: 1–11 кл. / В. И. Лях, А. А. Зданевич; под общ. ред. В. И. Ляха. — 7-е изд. — М.: Просвещение, 2010</w:t>
      </w:r>
    </w:p>
    <w:p w:rsidR="00D53D72" w:rsidRDefault="00D53D72" w:rsidP="00AB1BBD">
      <w:pPr>
        <w:pStyle w:val="NoSpacing"/>
        <w:jc w:val="both"/>
      </w:pPr>
      <w:r w:rsidRPr="00C46F2A">
        <w:t>Лях В.И. Физическая культура. Рабочие программы. Предметная линия учебников М.Я.Виленского, В.И.Ляха. 5-9  классы: пособие для учителей общеобразовательных учреждений / В.И.Лях. – М.: Просвещение 2014</w:t>
      </w:r>
      <w:r>
        <w:t>.</w:t>
      </w:r>
    </w:p>
    <w:p w:rsidR="00D53D72" w:rsidRPr="00DE30BF" w:rsidRDefault="00D53D72" w:rsidP="00DE30BF">
      <w:pPr>
        <w:pStyle w:val="2"/>
        <w:shd w:val="clear" w:color="auto" w:fill="auto"/>
        <w:spacing w:before="0" w:after="186" w:line="271" w:lineRule="exact"/>
        <w:ind w:left="180" w:right="360" w:firstLine="700"/>
        <w:jc w:val="both"/>
        <w:rPr>
          <w:color w:val="000000"/>
          <w:sz w:val="24"/>
          <w:szCs w:val="24"/>
        </w:rPr>
      </w:pPr>
      <w:r w:rsidRPr="00DE30BF">
        <w:rPr>
          <w:b/>
          <w:color w:val="000000"/>
          <w:sz w:val="24"/>
          <w:szCs w:val="24"/>
        </w:rPr>
        <w:t>Сроки проведения.</w:t>
      </w:r>
      <w:r w:rsidRPr="00DE30BF">
        <w:rPr>
          <w:color w:val="000000"/>
          <w:sz w:val="24"/>
          <w:szCs w:val="24"/>
        </w:rPr>
        <w:t xml:space="preserve"> Теоретическая часть будет проведена 23.05.2016 года. Практическая – 25.05.2016 года.</w:t>
      </w:r>
    </w:p>
    <w:p w:rsidR="00D53D72" w:rsidRPr="00C46F2A" w:rsidRDefault="00D53D72" w:rsidP="00AB1BBD">
      <w:pPr>
        <w:pStyle w:val="NoSpacing"/>
        <w:jc w:val="both"/>
      </w:pPr>
    </w:p>
    <w:p w:rsidR="00D53D72" w:rsidRDefault="00D53D72" w:rsidP="0078194B">
      <w:pPr>
        <w:rPr>
          <w:b/>
          <w:sz w:val="28"/>
        </w:rPr>
      </w:pPr>
      <w:r>
        <w:rPr>
          <w:b/>
          <w:sz w:val="28"/>
        </w:rPr>
        <w:t>Инструкция к выполнению теоретических заданий.</w:t>
      </w:r>
    </w:p>
    <w:p w:rsidR="00D53D72" w:rsidRDefault="00D53D72" w:rsidP="0078194B">
      <w:pPr>
        <w:rPr>
          <w:sz w:val="28"/>
        </w:rPr>
      </w:pPr>
    </w:p>
    <w:p w:rsidR="00D53D72" w:rsidRPr="00AB1BBD" w:rsidRDefault="00D53D72" w:rsidP="00536A78">
      <w:pPr>
        <w:jc w:val="both"/>
      </w:pPr>
      <w:r w:rsidRPr="00AB1BBD">
        <w:t>Предлагаются задания, соответствующие требованиям к минимуму знаний учащихся по окончанию 6 класса по предмету «Физическая культура».</w:t>
      </w:r>
    </w:p>
    <w:p w:rsidR="00D53D72" w:rsidRPr="00AB1BBD" w:rsidRDefault="00D53D72" w:rsidP="00536A78">
      <w:pPr>
        <w:jc w:val="both"/>
      </w:pPr>
      <w:r w:rsidRPr="00AB1BBD">
        <w:t>Задания представлены в форме незавершённых утверждений, которые при завершении могут оказаться либо истинными, либо ложными.</w:t>
      </w:r>
    </w:p>
    <w:p w:rsidR="00D53D72" w:rsidRPr="00AB1BBD" w:rsidRDefault="00D53D72" w:rsidP="00536A78">
      <w:pPr>
        <w:jc w:val="both"/>
      </w:pPr>
      <w:r w:rsidRPr="00AB1BBD">
        <w:t>Утверждения представлены в:</w:t>
      </w:r>
    </w:p>
    <w:p w:rsidR="00D53D72" w:rsidRPr="00AB1BBD" w:rsidRDefault="00D53D72" w:rsidP="00536A78">
      <w:pPr>
        <w:jc w:val="both"/>
      </w:pPr>
      <w:r w:rsidRPr="00AB1BBD">
        <w:t>- закрытой форме, то есть с предложенными вариантами завершения. При выполнении этих заданий необходимо выбрать правильное завершение из 3, 4 предложенных вариантов. Правильным является только одно – то, которое наиболее полно соответствует смыслу утверждения.</w:t>
      </w:r>
    </w:p>
    <w:p w:rsidR="00D53D72" w:rsidRPr="00AB1BBD" w:rsidRDefault="00D53D72" w:rsidP="00536A78">
      <w:pPr>
        <w:pStyle w:val="NoSpacing"/>
        <w:jc w:val="both"/>
        <w:rPr>
          <w:bCs/>
        </w:rPr>
      </w:pPr>
      <w:r w:rsidRPr="00AB1BBD">
        <w:rPr>
          <w:b/>
          <w:bCs/>
        </w:rPr>
        <w:t xml:space="preserve">- </w:t>
      </w:r>
      <w:r w:rsidRPr="00AB1BBD">
        <w:rPr>
          <w:bCs/>
        </w:rPr>
        <w:t>открытой форме, то есть без предложенных вариантов завершения. При выполнении этого задания необходимо самостоятельно подобрать слово, которое, завершая утверждение, образует истинное высказывание.</w:t>
      </w:r>
    </w:p>
    <w:p w:rsidR="00D53D72" w:rsidRDefault="00D53D72" w:rsidP="00536A78">
      <w:pPr>
        <w:pStyle w:val="NoSpacing"/>
        <w:jc w:val="both"/>
        <w:rPr>
          <w:b/>
          <w:bCs/>
        </w:rPr>
      </w:pPr>
    </w:p>
    <w:p w:rsidR="00D53D72" w:rsidRDefault="00D53D72" w:rsidP="00B035D4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</w:t>
      </w:r>
    </w:p>
    <w:p w:rsidR="00D53D72" w:rsidRDefault="00D53D72" w:rsidP="00B035D4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</w:t>
      </w:r>
    </w:p>
    <w:p w:rsidR="00D53D72" w:rsidRDefault="00D53D72" w:rsidP="00B035D4">
      <w:pPr>
        <w:pStyle w:val="Default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Кодификатор элементов содержания</w:t>
      </w:r>
    </w:p>
    <w:p w:rsidR="00D53D72" w:rsidRDefault="00D53D72" w:rsidP="00B035D4">
      <w:pPr>
        <w:pStyle w:val="Default"/>
        <w:ind w:firstLine="700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для составления контрольных измерительных материалов</w:t>
      </w:r>
    </w:p>
    <w:p w:rsidR="00D53D72" w:rsidRDefault="00D53D72" w:rsidP="00B035D4">
      <w:pPr>
        <w:pStyle w:val="Default"/>
        <w:ind w:firstLine="700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к промежуточной итоговой аттестации по физкультуре в 6 классе.</w:t>
      </w:r>
    </w:p>
    <w:p w:rsidR="00D53D72" w:rsidRDefault="00D53D72" w:rsidP="00B035D4">
      <w:pPr>
        <w:pStyle w:val="NoSpacing"/>
        <w:rPr>
          <w:b/>
          <w:sz w:val="28"/>
        </w:rPr>
      </w:pPr>
    </w:p>
    <w:p w:rsidR="00D53D72" w:rsidRPr="00B035D4" w:rsidRDefault="00D53D72" w:rsidP="007C2F69">
      <w:pPr>
        <w:pStyle w:val="NoSpacing"/>
        <w:jc w:val="both"/>
        <w:rPr>
          <w:bCs/>
        </w:rPr>
      </w:pPr>
      <w:r w:rsidRPr="00B035D4">
        <w:rPr>
          <w:bCs/>
        </w:rPr>
        <w:t>Кодификатор  составлен в соответствии  с Федеральным компонентом Государственного стандарта общего образования, на основе авторской программы: авторы В.И.Лях,</w:t>
      </w:r>
      <w:r>
        <w:rPr>
          <w:bCs/>
        </w:rPr>
        <w:t xml:space="preserve">          А.А.</w:t>
      </w:r>
      <w:r w:rsidRPr="00B035D4">
        <w:rPr>
          <w:bCs/>
        </w:rPr>
        <w:t xml:space="preserve">Зданевич Комплексной программы по физическому воспитанию учащихся 1-11 классов.Москва «Просвещение»2010 г.  </w:t>
      </w:r>
    </w:p>
    <w:p w:rsidR="00D53D72" w:rsidRDefault="00D53D72" w:rsidP="00B035D4">
      <w:pPr>
        <w:ind w:right="-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Y="-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9"/>
        <w:gridCol w:w="2149"/>
        <w:gridCol w:w="5791"/>
      </w:tblGrid>
      <w:tr w:rsidR="00D53D72" w:rsidTr="00575E36">
        <w:tc>
          <w:tcPr>
            <w:tcW w:w="679" w:type="dxa"/>
          </w:tcPr>
          <w:p w:rsidR="00D53D72" w:rsidRDefault="00D53D72" w:rsidP="00575E36">
            <w:pPr>
              <w:jc w:val="center"/>
            </w:pPr>
            <w:r w:rsidRPr="00EF0BB2">
              <w:rPr>
                <w:b/>
                <w:bCs/>
                <w:sz w:val="23"/>
                <w:szCs w:val="23"/>
              </w:rPr>
              <w:t>Код раз-дела</w:t>
            </w:r>
          </w:p>
        </w:tc>
        <w:tc>
          <w:tcPr>
            <w:tcW w:w="2149" w:type="dxa"/>
          </w:tcPr>
          <w:p w:rsidR="00D53D72" w:rsidRDefault="00D53D72" w:rsidP="00575E36">
            <w:pPr>
              <w:jc w:val="center"/>
            </w:pPr>
            <w:r w:rsidRPr="00EF0BB2">
              <w:rPr>
                <w:b/>
                <w:sz w:val="23"/>
                <w:szCs w:val="23"/>
              </w:rPr>
              <w:t>Код контролируемого элемента</w:t>
            </w:r>
          </w:p>
        </w:tc>
        <w:tc>
          <w:tcPr>
            <w:tcW w:w="5791" w:type="dxa"/>
          </w:tcPr>
          <w:p w:rsidR="00D53D72" w:rsidRDefault="00D53D72" w:rsidP="00575E36">
            <w:pPr>
              <w:jc w:val="center"/>
            </w:pPr>
            <w:r w:rsidRPr="00EF0BB2">
              <w:rPr>
                <w:b/>
                <w:bCs/>
                <w:sz w:val="23"/>
                <w:szCs w:val="23"/>
              </w:rPr>
              <w:t>Элементы содержания</w:t>
            </w:r>
          </w:p>
        </w:tc>
      </w:tr>
      <w:tr w:rsidR="00D53D72" w:rsidTr="00575E36">
        <w:tc>
          <w:tcPr>
            <w:tcW w:w="679" w:type="dxa"/>
          </w:tcPr>
          <w:p w:rsidR="00D53D72" w:rsidRPr="00EF0BB2" w:rsidRDefault="00D53D72" w:rsidP="00575E36">
            <w:pPr>
              <w:jc w:val="center"/>
              <w:rPr>
                <w:b/>
              </w:rPr>
            </w:pPr>
            <w:r w:rsidRPr="00EF0BB2">
              <w:rPr>
                <w:b/>
              </w:rPr>
              <w:t>1.</w:t>
            </w:r>
          </w:p>
        </w:tc>
        <w:tc>
          <w:tcPr>
            <w:tcW w:w="2149" w:type="dxa"/>
          </w:tcPr>
          <w:p w:rsidR="00D53D72" w:rsidRPr="00EF0BB2" w:rsidRDefault="00D53D72" w:rsidP="00575E36">
            <w:pPr>
              <w:jc w:val="center"/>
              <w:rPr>
                <w:b/>
              </w:rPr>
            </w:pPr>
          </w:p>
        </w:tc>
        <w:tc>
          <w:tcPr>
            <w:tcW w:w="5791" w:type="dxa"/>
          </w:tcPr>
          <w:p w:rsidR="00D53D72" w:rsidRPr="00EF0BB2" w:rsidRDefault="00D53D72" w:rsidP="00575E36">
            <w:pPr>
              <w:rPr>
                <w:b/>
              </w:rPr>
            </w:pPr>
            <w:r w:rsidRPr="00EF0BB2">
              <w:rPr>
                <w:b/>
              </w:rPr>
              <w:t xml:space="preserve">              Здоровый образ жизни</w:t>
            </w:r>
          </w:p>
        </w:tc>
      </w:tr>
      <w:tr w:rsidR="00D53D72" w:rsidTr="00575E36">
        <w:tc>
          <w:tcPr>
            <w:tcW w:w="679" w:type="dxa"/>
          </w:tcPr>
          <w:p w:rsidR="00D53D72" w:rsidRDefault="00D53D72" w:rsidP="00575E36">
            <w:pPr>
              <w:jc w:val="center"/>
            </w:pPr>
          </w:p>
        </w:tc>
        <w:tc>
          <w:tcPr>
            <w:tcW w:w="2149" w:type="dxa"/>
          </w:tcPr>
          <w:p w:rsidR="00D53D72" w:rsidRPr="00EF0BB2" w:rsidRDefault="00D53D72" w:rsidP="00575E36">
            <w:pPr>
              <w:jc w:val="center"/>
              <w:rPr>
                <w:b/>
              </w:rPr>
            </w:pPr>
            <w:r w:rsidRPr="00EF0BB2">
              <w:rPr>
                <w:b/>
              </w:rPr>
              <w:t>1.1</w:t>
            </w:r>
          </w:p>
        </w:tc>
        <w:tc>
          <w:tcPr>
            <w:tcW w:w="5791" w:type="dxa"/>
          </w:tcPr>
          <w:p w:rsidR="00D53D72" w:rsidRDefault="00D53D72" w:rsidP="00575E36">
            <w:r>
              <w:t>Понятие о здоровом образе жизни.</w:t>
            </w:r>
          </w:p>
        </w:tc>
      </w:tr>
      <w:tr w:rsidR="00D53D72" w:rsidTr="00575E36">
        <w:tc>
          <w:tcPr>
            <w:tcW w:w="679" w:type="dxa"/>
          </w:tcPr>
          <w:p w:rsidR="00D53D72" w:rsidRDefault="00D53D72" w:rsidP="00575E36">
            <w:pPr>
              <w:jc w:val="center"/>
            </w:pPr>
          </w:p>
        </w:tc>
        <w:tc>
          <w:tcPr>
            <w:tcW w:w="2149" w:type="dxa"/>
          </w:tcPr>
          <w:p w:rsidR="00D53D72" w:rsidRPr="00EF0BB2" w:rsidRDefault="00D53D72" w:rsidP="00575E36">
            <w:pPr>
              <w:jc w:val="center"/>
              <w:rPr>
                <w:b/>
              </w:rPr>
            </w:pPr>
            <w:r w:rsidRPr="00EF0BB2">
              <w:rPr>
                <w:b/>
              </w:rPr>
              <w:t>1.2</w:t>
            </w:r>
          </w:p>
        </w:tc>
        <w:tc>
          <w:tcPr>
            <w:tcW w:w="5791" w:type="dxa"/>
          </w:tcPr>
          <w:p w:rsidR="00D53D72" w:rsidRDefault="00D53D72" w:rsidP="00575E36">
            <w:r>
              <w:t>Способы самоконтроля.</w:t>
            </w:r>
          </w:p>
        </w:tc>
      </w:tr>
      <w:tr w:rsidR="00D53D72" w:rsidTr="00575E36">
        <w:tc>
          <w:tcPr>
            <w:tcW w:w="679" w:type="dxa"/>
          </w:tcPr>
          <w:p w:rsidR="00D53D72" w:rsidRDefault="00D53D72" w:rsidP="00575E36">
            <w:pPr>
              <w:jc w:val="center"/>
            </w:pPr>
          </w:p>
        </w:tc>
        <w:tc>
          <w:tcPr>
            <w:tcW w:w="2149" w:type="dxa"/>
          </w:tcPr>
          <w:p w:rsidR="00D53D72" w:rsidRPr="00EF0BB2" w:rsidRDefault="00D53D72" w:rsidP="00575E36">
            <w:pPr>
              <w:jc w:val="center"/>
              <w:rPr>
                <w:b/>
              </w:rPr>
            </w:pPr>
            <w:r w:rsidRPr="00EF0BB2">
              <w:rPr>
                <w:b/>
              </w:rPr>
              <w:t>1.3</w:t>
            </w:r>
          </w:p>
        </w:tc>
        <w:tc>
          <w:tcPr>
            <w:tcW w:w="5791" w:type="dxa"/>
          </w:tcPr>
          <w:p w:rsidR="00D53D72" w:rsidRDefault="00D53D72" w:rsidP="00575E36">
            <w:r>
              <w:t>Двигательный режим и рациональное питание.</w:t>
            </w:r>
          </w:p>
        </w:tc>
      </w:tr>
      <w:tr w:rsidR="00D53D72" w:rsidTr="00575E36">
        <w:tc>
          <w:tcPr>
            <w:tcW w:w="679" w:type="dxa"/>
          </w:tcPr>
          <w:p w:rsidR="00D53D72" w:rsidRDefault="00D53D72" w:rsidP="00575E36">
            <w:pPr>
              <w:jc w:val="center"/>
            </w:pPr>
          </w:p>
        </w:tc>
        <w:tc>
          <w:tcPr>
            <w:tcW w:w="2149" w:type="dxa"/>
          </w:tcPr>
          <w:p w:rsidR="00D53D72" w:rsidRPr="00EF0BB2" w:rsidRDefault="00D53D72" w:rsidP="00575E36">
            <w:pPr>
              <w:jc w:val="center"/>
              <w:rPr>
                <w:b/>
              </w:rPr>
            </w:pPr>
            <w:r w:rsidRPr="00EF0BB2">
              <w:rPr>
                <w:b/>
              </w:rPr>
              <w:t>1.4</w:t>
            </w:r>
          </w:p>
        </w:tc>
        <w:tc>
          <w:tcPr>
            <w:tcW w:w="5791" w:type="dxa"/>
          </w:tcPr>
          <w:p w:rsidR="00D53D72" w:rsidRDefault="00D53D72" w:rsidP="00575E36">
            <w:r>
              <w:t>Режим дня и его значение.</w:t>
            </w:r>
          </w:p>
        </w:tc>
      </w:tr>
      <w:tr w:rsidR="00D53D72" w:rsidTr="00575E36">
        <w:tc>
          <w:tcPr>
            <w:tcW w:w="679" w:type="dxa"/>
          </w:tcPr>
          <w:p w:rsidR="00D53D72" w:rsidRDefault="00D53D72" w:rsidP="00575E36">
            <w:pPr>
              <w:jc w:val="center"/>
            </w:pPr>
          </w:p>
        </w:tc>
        <w:tc>
          <w:tcPr>
            <w:tcW w:w="2149" w:type="dxa"/>
          </w:tcPr>
          <w:p w:rsidR="00D53D72" w:rsidRPr="00EF0BB2" w:rsidRDefault="00D53D72" w:rsidP="00575E36">
            <w:pPr>
              <w:jc w:val="center"/>
              <w:rPr>
                <w:b/>
              </w:rPr>
            </w:pPr>
            <w:r w:rsidRPr="00EF0BB2">
              <w:rPr>
                <w:b/>
              </w:rPr>
              <w:t>1.5</w:t>
            </w:r>
          </w:p>
        </w:tc>
        <w:tc>
          <w:tcPr>
            <w:tcW w:w="5791" w:type="dxa"/>
          </w:tcPr>
          <w:p w:rsidR="00D53D72" w:rsidRDefault="00D53D72" w:rsidP="00575E36">
            <w:r>
              <w:t>Понятие о закаливании.</w:t>
            </w:r>
          </w:p>
        </w:tc>
      </w:tr>
      <w:tr w:rsidR="00D53D72" w:rsidTr="00575E36">
        <w:tc>
          <w:tcPr>
            <w:tcW w:w="679" w:type="dxa"/>
          </w:tcPr>
          <w:p w:rsidR="00D53D72" w:rsidRDefault="00D53D72" w:rsidP="00575E36">
            <w:pPr>
              <w:jc w:val="center"/>
            </w:pPr>
          </w:p>
        </w:tc>
        <w:tc>
          <w:tcPr>
            <w:tcW w:w="2149" w:type="dxa"/>
          </w:tcPr>
          <w:p w:rsidR="00D53D72" w:rsidRPr="00EF0BB2" w:rsidRDefault="00D53D72" w:rsidP="00575E36">
            <w:pPr>
              <w:jc w:val="center"/>
              <w:rPr>
                <w:b/>
              </w:rPr>
            </w:pPr>
            <w:r w:rsidRPr="00EF0BB2">
              <w:rPr>
                <w:b/>
              </w:rPr>
              <w:t>1.6</w:t>
            </w:r>
          </w:p>
        </w:tc>
        <w:tc>
          <w:tcPr>
            <w:tcW w:w="5791" w:type="dxa"/>
          </w:tcPr>
          <w:p w:rsidR="00D53D72" w:rsidRDefault="00D53D72" w:rsidP="00575E36">
            <w:r>
              <w:t>Основные средства и методы закаливания.</w:t>
            </w:r>
          </w:p>
        </w:tc>
      </w:tr>
      <w:tr w:rsidR="00D53D72" w:rsidTr="00575E36">
        <w:tc>
          <w:tcPr>
            <w:tcW w:w="679" w:type="dxa"/>
          </w:tcPr>
          <w:p w:rsidR="00D53D72" w:rsidRDefault="00D53D72" w:rsidP="00575E36">
            <w:pPr>
              <w:jc w:val="center"/>
            </w:pPr>
          </w:p>
        </w:tc>
        <w:tc>
          <w:tcPr>
            <w:tcW w:w="2149" w:type="dxa"/>
          </w:tcPr>
          <w:p w:rsidR="00D53D72" w:rsidRPr="00EF0BB2" w:rsidRDefault="00D53D72" w:rsidP="00575E36">
            <w:pPr>
              <w:jc w:val="center"/>
              <w:rPr>
                <w:b/>
              </w:rPr>
            </w:pPr>
            <w:r w:rsidRPr="00EF0BB2">
              <w:rPr>
                <w:b/>
              </w:rPr>
              <w:t>1.7</w:t>
            </w:r>
          </w:p>
        </w:tc>
        <w:tc>
          <w:tcPr>
            <w:tcW w:w="5791" w:type="dxa"/>
          </w:tcPr>
          <w:p w:rsidR="00D53D72" w:rsidRDefault="00D53D72" w:rsidP="00575E36">
            <w:r>
              <w:t>Что такое осанка и причины её нарушения.</w:t>
            </w:r>
          </w:p>
        </w:tc>
      </w:tr>
      <w:tr w:rsidR="00D53D72" w:rsidTr="00575E36">
        <w:tc>
          <w:tcPr>
            <w:tcW w:w="679" w:type="dxa"/>
          </w:tcPr>
          <w:p w:rsidR="00D53D72" w:rsidRDefault="00D53D72" w:rsidP="00575E36">
            <w:pPr>
              <w:jc w:val="center"/>
            </w:pPr>
          </w:p>
        </w:tc>
        <w:tc>
          <w:tcPr>
            <w:tcW w:w="2149" w:type="dxa"/>
          </w:tcPr>
          <w:p w:rsidR="00D53D72" w:rsidRPr="00EF0BB2" w:rsidRDefault="00D53D72" w:rsidP="00575E36">
            <w:pPr>
              <w:jc w:val="center"/>
              <w:rPr>
                <w:b/>
              </w:rPr>
            </w:pPr>
            <w:r w:rsidRPr="00EF0BB2">
              <w:rPr>
                <w:b/>
              </w:rPr>
              <w:t>1.8</w:t>
            </w:r>
          </w:p>
        </w:tc>
        <w:tc>
          <w:tcPr>
            <w:tcW w:w="5791" w:type="dxa"/>
          </w:tcPr>
          <w:p w:rsidR="00D53D72" w:rsidRDefault="00D53D72" w:rsidP="00575E36">
            <w:r>
              <w:t>Признаки неправильной осанки.</w:t>
            </w:r>
          </w:p>
        </w:tc>
      </w:tr>
      <w:tr w:rsidR="00D53D72" w:rsidTr="00575E36">
        <w:trPr>
          <w:trHeight w:val="265"/>
        </w:trPr>
        <w:tc>
          <w:tcPr>
            <w:tcW w:w="679" w:type="dxa"/>
          </w:tcPr>
          <w:p w:rsidR="00D53D72" w:rsidRPr="00EF0BB2" w:rsidRDefault="00D53D72" w:rsidP="00575E36">
            <w:pPr>
              <w:jc w:val="center"/>
              <w:rPr>
                <w:b/>
              </w:rPr>
            </w:pPr>
            <w:r w:rsidRPr="00EF0BB2">
              <w:rPr>
                <w:b/>
              </w:rPr>
              <w:t>2.</w:t>
            </w:r>
          </w:p>
        </w:tc>
        <w:tc>
          <w:tcPr>
            <w:tcW w:w="2149" w:type="dxa"/>
          </w:tcPr>
          <w:p w:rsidR="00D53D72" w:rsidRPr="00EF0BB2" w:rsidRDefault="00D53D72" w:rsidP="00575E36">
            <w:pPr>
              <w:jc w:val="center"/>
              <w:rPr>
                <w:b/>
              </w:rPr>
            </w:pPr>
          </w:p>
        </w:tc>
        <w:tc>
          <w:tcPr>
            <w:tcW w:w="5791" w:type="dxa"/>
          </w:tcPr>
          <w:p w:rsidR="00D53D72" w:rsidRPr="00EF0BB2" w:rsidRDefault="00D53D72" w:rsidP="00575E36">
            <w:pPr>
              <w:rPr>
                <w:b/>
              </w:rPr>
            </w:pPr>
            <w:r w:rsidRPr="00EF0BB2">
              <w:rPr>
                <w:b/>
              </w:rPr>
              <w:t xml:space="preserve">                   Олимпийские знания.</w:t>
            </w:r>
          </w:p>
        </w:tc>
      </w:tr>
      <w:tr w:rsidR="00D53D72" w:rsidTr="00575E36">
        <w:tc>
          <w:tcPr>
            <w:tcW w:w="679" w:type="dxa"/>
          </w:tcPr>
          <w:p w:rsidR="00D53D72" w:rsidRPr="00EF0BB2" w:rsidRDefault="00D53D72" w:rsidP="00575E36">
            <w:pPr>
              <w:jc w:val="center"/>
              <w:rPr>
                <w:b/>
              </w:rPr>
            </w:pPr>
          </w:p>
        </w:tc>
        <w:tc>
          <w:tcPr>
            <w:tcW w:w="2149" w:type="dxa"/>
          </w:tcPr>
          <w:p w:rsidR="00D53D72" w:rsidRPr="00EF0BB2" w:rsidRDefault="00D53D72" w:rsidP="00575E36">
            <w:pPr>
              <w:jc w:val="center"/>
              <w:rPr>
                <w:b/>
              </w:rPr>
            </w:pPr>
            <w:r w:rsidRPr="00EF0BB2">
              <w:rPr>
                <w:b/>
              </w:rPr>
              <w:t>2.1</w:t>
            </w:r>
          </w:p>
        </w:tc>
        <w:tc>
          <w:tcPr>
            <w:tcW w:w="5791" w:type="dxa"/>
          </w:tcPr>
          <w:p w:rsidR="00D53D72" w:rsidRDefault="00D53D72" w:rsidP="00575E36">
            <w:r>
              <w:t>История возникновения Олимпийских игр древности.</w:t>
            </w:r>
          </w:p>
        </w:tc>
      </w:tr>
      <w:tr w:rsidR="00D53D72" w:rsidTr="00575E36">
        <w:tc>
          <w:tcPr>
            <w:tcW w:w="679" w:type="dxa"/>
          </w:tcPr>
          <w:p w:rsidR="00D53D72" w:rsidRPr="00EF0BB2" w:rsidRDefault="00D53D72" w:rsidP="00575E36">
            <w:pPr>
              <w:jc w:val="center"/>
              <w:rPr>
                <w:b/>
              </w:rPr>
            </w:pPr>
          </w:p>
        </w:tc>
        <w:tc>
          <w:tcPr>
            <w:tcW w:w="2149" w:type="dxa"/>
          </w:tcPr>
          <w:p w:rsidR="00D53D72" w:rsidRPr="00EF0BB2" w:rsidRDefault="00D53D72" w:rsidP="00575E36">
            <w:pPr>
              <w:rPr>
                <w:b/>
              </w:rPr>
            </w:pPr>
            <w:r w:rsidRPr="00EF0BB2">
              <w:rPr>
                <w:b/>
              </w:rPr>
              <w:t xml:space="preserve">              2.2</w:t>
            </w:r>
          </w:p>
        </w:tc>
        <w:tc>
          <w:tcPr>
            <w:tcW w:w="5791" w:type="dxa"/>
          </w:tcPr>
          <w:p w:rsidR="00D53D72" w:rsidRDefault="00D53D72" w:rsidP="00575E36">
            <w:r>
              <w:t>Девиз Олимпийских игр.</w:t>
            </w:r>
          </w:p>
        </w:tc>
      </w:tr>
      <w:tr w:rsidR="00D53D72" w:rsidTr="00575E36">
        <w:tc>
          <w:tcPr>
            <w:tcW w:w="679" w:type="dxa"/>
          </w:tcPr>
          <w:p w:rsidR="00D53D72" w:rsidRPr="00EF0BB2" w:rsidRDefault="00D53D72" w:rsidP="00575E36">
            <w:pPr>
              <w:jc w:val="center"/>
              <w:rPr>
                <w:b/>
              </w:rPr>
            </w:pPr>
          </w:p>
        </w:tc>
        <w:tc>
          <w:tcPr>
            <w:tcW w:w="2149" w:type="dxa"/>
          </w:tcPr>
          <w:p w:rsidR="00D53D72" w:rsidRPr="00EF0BB2" w:rsidRDefault="00D53D72" w:rsidP="00575E36">
            <w:pPr>
              <w:jc w:val="center"/>
              <w:rPr>
                <w:b/>
              </w:rPr>
            </w:pPr>
            <w:r w:rsidRPr="00EF0BB2">
              <w:rPr>
                <w:b/>
              </w:rPr>
              <w:t>2.3</w:t>
            </w:r>
          </w:p>
        </w:tc>
        <w:tc>
          <w:tcPr>
            <w:tcW w:w="5791" w:type="dxa"/>
          </w:tcPr>
          <w:p w:rsidR="00D53D72" w:rsidRDefault="00D53D72" w:rsidP="00575E36">
            <w:r>
              <w:t>Символика Олимпийских игр.</w:t>
            </w:r>
          </w:p>
        </w:tc>
      </w:tr>
      <w:tr w:rsidR="00D53D72" w:rsidTr="00575E36">
        <w:tc>
          <w:tcPr>
            <w:tcW w:w="679" w:type="dxa"/>
          </w:tcPr>
          <w:p w:rsidR="00D53D72" w:rsidRPr="00EF0BB2" w:rsidRDefault="00D53D72" w:rsidP="00575E36">
            <w:pPr>
              <w:jc w:val="center"/>
              <w:rPr>
                <w:b/>
              </w:rPr>
            </w:pPr>
          </w:p>
        </w:tc>
        <w:tc>
          <w:tcPr>
            <w:tcW w:w="2149" w:type="dxa"/>
          </w:tcPr>
          <w:p w:rsidR="00D53D72" w:rsidRPr="00EF0BB2" w:rsidRDefault="00D53D72" w:rsidP="00575E36">
            <w:pPr>
              <w:jc w:val="center"/>
              <w:rPr>
                <w:b/>
              </w:rPr>
            </w:pPr>
            <w:r w:rsidRPr="00EF0BB2">
              <w:rPr>
                <w:b/>
              </w:rPr>
              <w:t>2.4</w:t>
            </w:r>
          </w:p>
        </w:tc>
        <w:tc>
          <w:tcPr>
            <w:tcW w:w="5791" w:type="dxa"/>
          </w:tcPr>
          <w:p w:rsidR="00D53D72" w:rsidRDefault="00D53D72" w:rsidP="00575E36">
            <w:r>
              <w:t>Ритуал Олимпийских игр древности.</w:t>
            </w:r>
          </w:p>
        </w:tc>
      </w:tr>
      <w:tr w:rsidR="00D53D72" w:rsidTr="00575E36">
        <w:tc>
          <w:tcPr>
            <w:tcW w:w="679" w:type="dxa"/>
          </w:tcPr>
          <w:p w:rsidR="00D53D72" w:rsidRPr="00EF0BB2" w:rsidRDefault="00D53D72" w:rsidP="00575E36">
            <w:pPr>
              <w:rPr>
                <w:b/>
              </w:rPr>
            </w:pPr>
          </w:p>
        </w:tc>
        <w:tc>
          <w:tcPr>
            <w:tcW w:w="2149" w:type="dxa"/>
          </w:tcPr>
          <w:p w:rsidR="00D53D72" w:rsidRPr="00EF0BB2" w:rsidRDefault="00D53D72" w:rsidP="00575E36">
            <w:pPr>
              <w:jc w:val="center"/>
              <w:rPr>
                <w:b/>
              </w:rPr>
            </w:pPr>
            <w:r w:rsidRPr="00EF0BB2">
              <w:rPr>
                <w:b/>
              </w:rPr>
              <w:t>2.5</w:t>
            </w:r>
          </w:p>
        </w:tc>
        <w:tc>
          <w:tcPr>
            <w:tcW w:w="5791" w:type="dxa"/>
          </w:tcPr>
          <w:p w:rsidR="00D53D72" w:rsidRDefault="00D53D72" w:rsidP="00575E36">
            <w:r>
              <w:t>История  Олимпийских игр современности.</w:t>
            </w:r>
          </w:p>
        </w:tc>
      </w:tr>
      <w:tr w:rsidR="00D53D72" w:rsidTr="00575E36">
        <w:tc>
          <w:tcPr>
            <w:tcW w:w="679" w:type="dxa"/>
          </w:tcPr>
          <w:p w:rsidR="00D53D72" w:rsidRPr="00EF0BB2" w:rsidRDefault="00D53D72" w:rsidP="00575E36">
            <w:pPr>
              <w:jc w:val="center"/>
              <w:rPr>
                <w:b/>
              </w:rPr>
            </w:pPr>
          </w:p>
        </w:tc>
        <w:tc>
          <w:tcPr>
            <w:tcW w:w="2149" w:type="dxa"/>
          </w:tcPr>
          <w:p w:rsidR="00D53D72" w:rsidRPr="00EF0BB2" w:rsidRDefault="00D53D72" w:rsidP="00575E36">
            <w:pPr>
              <w:jc w:val="center"/>
              <w:rPr>
                <w:b/>
              </w:rPr>
            </w:pPr>
            <w:r w:rsidRPr="00EF0BB2">
              <w:rPr>
                <w:b/>
              </w:rPr>
              <w:t>2.6</w:t>
            </w:r>
          </w:p>
        </w:tc>
        <w:tc>
          <w:tcPr>
            <w:tcW w:w="5791" w:type="dxa"/>
          </w:tcPr>
          <w:p w:rsidR="00D53D72" w:rsidRDefault="00D53D72" w:rsidP="00575E36">
            <w:r>
              <w:t>Олимпийское движение в России.</w:t>
            </w:r>
          </w:p>
        </w:tc>
      </w:tr>
      <w:tr w:rsidR="00D53D72" w:rsidTr="00575E36">
        <w:tc>
          <w:tcPr>
            <w:tcW w:w="679" w:type="dxa"/>
          </w:tcPr>
          <w:p w:rsidR="00D53D72" w:rsidRPr="00EF0BB2" w:rsidRDefault="00D53D72" w:rsidP="00575E36">
            <w:pPr>
              <w:jc w:val="center"/>
              <w:rPr>
                <w:b/>
              </w:rPr>
            </w:pPr>
          </w:p>
        </w:tc>
        <w:tc>
          <w:tcPr>
            <w:tcW w:w="2149" w:type="dxa"/>
          </w:tcPr>
          <w:p w:rsidR="00D53D72" w:rsidRPr="00EF0BB2" w:rsidRDefault="00D53D72" w:rsidP="00575E36">
            <w:pPr>
              <w:jc w:val="center"/>
              <w:rPr>
                <w:b/>
              </w:rPr>
            </w:pPr>
            <w:r w:rsidRPr="00EF0BB2">
              <w:rPr>
                <w:b/>
              </w:rPr>
              <w:t>2.7</w:t>
            </w:r>
          </w:p>
        </w:tc>
        <w:tc>
          <w:tcPr>
            <w:tcW w:w="5791" w:type="dxa"/>
          </w:tcPr>
          <w:p w:rsidR="00D53D72" w:rsidRDefault="00D53D72" w:rsidP="00575E36">
            <w:r>
              <w:t>Маршрут Олимпийского огня  Сочи-2014.</w:t>
            </w:r>
          </w:p>
        </w:tc>
      </w:tr>
      <w:tr w:rsidR="00D53D72" w:rsidTr="00575E36">
        <w:tc>
          <w:tcPr>
            <w:tcW w:w="679" w:type="dxa"/>
          </w:tcPr>
          <w:p w:rsidR="00D53D72" w:rsidRPr="00EF0BB2" w:rsidRDefault="00D53D72" w:rsidP="00575E36">
            <w:pPr>
              <w:jc w:val="center"/>
              <w:rPr>
                <w:b/>
              </w:rPr>
            </w:pPr>
          </w:p>
        </w:tc>
        <w:tc>
          <w:tcPr>
            <w:tcW w:w="2149" w:type="dxa"/>
          </w:tcPr>
          <w:p w:rsidR="00D53D72" w:rsidRPr="00EF0BB2" w:rsidRDefault="00D53D72" w:rsidP="00575E36">
            <w:pPr>
              <w:jc w:val="center"/>
              <w:rPr>
                <w:b/>
              </w:rPr>
            </w:pPr>
            <w:r w:rsidRPr="00EF0BB2">
              <w:rPr>
                <w:b/>
              </w:rPr>
              <w:t>2.8</w:t>
            </w:r>
          </w:p>
        </w:tc>
        <w:tc>
          <w:tcPr>
            <w:tcW w:w="5791" w:type="dxa"/>
          </w:tcPr>
          <w:p w:rsidR="00D53D72" w:rsidRPr="002311D3" w:rsidRDefault="00D53D72" w:rsidP="00575E36">
            <w:r>
              <w:t xml:space="preserve">Итоги </w:t>
            </w:r>
            <w:r w:rsidRPr="00EF0BB2">
              <w:rPr>
                <w:lang w:val="en-US"/>
              </w:rPr>
              <w:t>XXII</w:t>
            </w:r>
            <w:r>
              <w:t xml:space="preserve"> Зимних Олимпийских игр в Сочи.</w:t>
            </w:r>
          </w:p>
        </w:tc>
      </w:tr>
      <w:tr w:rsidR="00D53D72" w:rsidTr="00575E36">
        <w:tc>
          <w:tcPr>
            <w:tcW w:w="679" w:type="dxa"/>
          </w:tcPr>
          <w:p w:rsidR="00D53D72" w:rsidRPr="00EF0BB2" w:rsidRDefault="00D53D72" w:rsidP="00575E36">
            <w:pPr>
              <w:jc w:val="center"/>
              <w:rPr>
                <w:b/>
              </w:rPr>
            </w:pPr>
            <w:r w:rsidRPr="00EF0BB2">
              <w:rPr>
                <w:b/>
              </w:rPr>
              <w:t>3.</w:t>
            </w:r>
          </w:p>
        </w:tc>
        <w:tc>
          <w:tcPr>
            <w:tcW w:w="2149" w:type="dxa"/>
          </w:tcPr>
          <w:p w:rsidR="00D53D72" w:rsidRPr="00EF0BB2" w:rsidRDefault="00D53D72" w:rsidP="00575E36">
            <w:pPr>
              <w:jc w:val="center"/>
              <w:rPr>
                <w:b/>
              </w:rPr>
            </w:pPr>
          </w:p>
        </w:tc>
        <w:tc>
          <w:tcPr>
            <w:tcW w:w="5791" w:type="dxa"/>
          </w:tcPr>
          <w:p w:rsidR="00D53D72" w:rsidRPr="00EF0BB2" w:rsidRDefault="00D53D72" w:rsidP="00575E36">
            <w:pPr>
              <w:rPr>
                <w:b/>
              </w:rPr>
            </w:pPr>
            <w:r w:rsidRPr="00EF0BB2">
              <w:rPr>
                <w:b/>
              </w:rPr>
              <w:t xml:space="preserve">           Правила техники безопасности.</w:t>
            </w:r>
          </w:p>
        </w:tc>
      </w:tr>
      <w:tr w:rsidR="00D53D72" w:rsidTr="00575E36">
        <w:tc>
          <w:tcPr>
            <w:tcW w:w="679" w:type="dxa"/>
          </w:tcPr>
          <w:p w:rsidR="00D53D72" w:rsidRPr="00EF0BB2" w:rsidRDefault="00D53D72" w:rsidP="00575E36">
            <w:pPr>
              <w:jc w:val="center"/>
              <w:rPr>
                <w:b/>
              </w:rPr>
            </w:pPr>
          </w:p>
        </w:tc>
        <w:tc>
          <w:tcPr>
            <w:tcW w:w="2149" w:type="dxa"/>
          </w:tcPr>
          <w:p w:rsidR="00D53D72" w:rsidRPr="00EF0BB2" w:rsidRDefault="00D53D72" w:rsidP="00575E36">
            <w:pPr>
              <w:jc w:val="center"/>
              <w:rPr>
                <w:b/>
              </w:rPr>
            </w:pPr>
            <w:r w:rsidRPr="00EF0BB2">
              <w:rPr>
                <w:b/>
              </w:rPr>
              <w:t>3.1</w:t>
            </w:r>
          </w:p>
        </w:tc>
        <w:tc>
          <w:tcPr>
            <w:tcW w:w="5791" w:type="dxa"/>
          </w:tcPr>
          <w:p w:rsidR="00D53D72" w:rsidRDefault="00D53D72" w:rsidP="00575E36">
            <w:r>
              <w:t>Правила поведения в спортивном зале.</w:t>
            </w:r>
          </w:p>
        </w:tc>
      </w:tr>
      <w:tr w:rsidR="00D53D72" w:rsidTr="00575E36">
        <w:tc>
          <w:tcPr>
            <w:tcW w:w="679" w:type="dxa"/>
          </w:tcPr>
          <w:p w:rsidR="00D53D72" w:rsidRPr="00EF0BB2" w:rsidRDefault="00D53D72" w:rsidP="00575E36">
            <w:pPr>
              <w:jc w:val="center"/>
              <w:rPr>
                <w:b/>
              </w:rPr>
            </w:pPr>
          </w:p>
        </w:tc>
        <w:tc>
          <w:tcPr>
            <w:tcW w:w="2149" w:type="dxa"/>
          </w:tcPr>
          <w:p w:rsidR="00D53D72" w:rsidRPr="00EF0BB2" w:rsidRDefault="00D53D72" w:rsidP="00575E36">
            <w:pPr>
              <w:jc w:val="center"/>
              <w:rPr>
                <w:b/>
              </w:rPr>
            </w:pPr>
            <w:r w:rsidRPr="00EF0BB2">
              <w:rPr>
                <w:b/>
              </w:rPr>
              <w:t>3.2</w:t>
            </w:r>
          </w:p>
        </w:tc>
        <w:tc>
          <w:tcPr>
            <w:tcW w:w="5791" w:type="dxa"/>
          </w:tcPr>
          <w:p w:rsidR="00D53D72" w:rsidRDefault="00D53D72" w:rsidP="00575E36">
            <w:r>
              <w:t>Причины травматизма на уроках физической культуры.</w:t>
            </w:r>
          </w:p>
        </w:tc>
      </w:tr>
      <w:tr w:rsidR="00D53D72" w:rsidTr="00575E36">
        <w:tc>
          <w:tcPr>
            <w:tcW w:w="679" w:type="dxa"/>
          </w:tcPr>
          <w:p w:rsidR="00D53D72" w:rsidRPr="00EF0BB2" w:rsidRDefault="00D53D72" w:rsidP="00575E36">
            <w:pPr>
              <w:jc w:val="center"/>
              <w:rPr>
                <w:b/>
              </w:rPr>
            </w:pPr>
          </w:p>
        </w:tc>
        <w:tc>
          <w:tcPr>
            <w:tcW w:w="2149" w:type="dxa"/>
          </w:tcPr>
          <w:p w:rsidR="00D53D72" w:rsidRPr="00EF0BB2" w:rsidRDefault="00D53D72" w:rsidP="00575E36">
            <w:pPr>
              <w:jc w:val="center"/>
              <w:rPr>
                <w:b/>
              </w:rPr>
            </w:pPr>
            <w:r w:rsidRPr="00EF0BB2">
              <w:rPr>
                <w:b/>
              </w:rPr>
              <w:t>3.3</w:t>
            </w:r>
          </w:p>
        </w:tc>
        <w:tc>
          <w:tcPr>
            <w:tcW w:w="5791" w:type="dxa"/>
          </w:tcPr>
          <w:p w:rsidR="00D53D72" w:rsidRDefault="00D53D72" w:rsidP="00575E36">
            <w:r>
              <w:t>Техника безопасности при поточном способе выполнения</w:t>
            </w:r>
          </w:p>
        </w:tc>
      </w:tr>
      <w:tr w:rsidR="00D53D72" w:rsidTr="00575E36">
        <w:tc>
          <w:tcPr>
            <w:tcW w:w="679" w:type="dxa"/>
          </w:tcPr>
          <w:p w:rsidR="00D53D72" w:rsidRPr="00EF0BB2" w:rsidRDefault="00D53D72" w:rsidP="00575E36">
            <w:pPr>
              <w:jc w:val="center"/>
              <w:rPr>
                <w:b/>
              </w:rPr>
            </w:pPr>
          </w:p>
        </w:tc>
        <w:tc>
          <w:tcPr>
            <w:tcW w:w="2149" w:type="dxa"/>
          </w:tcPr>
          <w:p w:rsidR="00D53D72" w:rsidRPr="00EF0BB2" w:rsidRDefault="00D53D72" w:rsidP="00575E36">
            <w:pPr>
              <w:jc w:val="center"/>
              <w:rPr>
                <w:b/>
              </w:rPr>
            </w:pPr>
            <w:r w:rsidRPr="00EF0BB2">
              <w:rPr>
                <w:b/>
              </w:rPr>
              <w:t>3.4</w:t>
            </w:r>
          </w:p>
        </w:tc>
        <w:tc>
          <w:tcPr>
            <w:tcW w:w="5791" w:type="dxa"/>
          </w:tcPr>
          <w:p w:rsidR="00D53D72" w:rsidRDefault="00D53D72" w:rsidP="00575E36">
            <w:r>
              <w:t>Правила выполнения упражнений.</w:t>
            </w:r>
          </w:p>
        </w:tc>
      </w:tr>
      <w:tr w:rsidR="00D53D72" w:rsidTr="00575E36">
        <w:trPr>
          <w:trHeight w:val="365"/>
        </w:trPr>
        <w:tc>
          <w:tcPr>
            <w:tcW w:w="679" w:type="dxa"/>
          </w:tcPr>
          <w:p w:rsidR="00D53D72" w:rsidRPr="00EF0BB2" w:rsidRDefault="00D53D72" w:rsidP="00575E36">
            <w:pPr>
              <w:jc w:val="center"/>
              <w:rPr>
                <w:b/>
              </w:rPr>
            </w:pPr>
            <w:r w:rsidRPr="00EF0BB2">
              <w:rPr>
                <w:b/>
              </w:rPr>
              <w:t>4.</w:t>
            </w:r>
          </w:p>
        </w:tc>
        <w:tc>
          <w:tcPr>
            <w:tcW w:w="2149" w:type="dxa"/>
          </w:tcPr>
          <w:p w:rsidR="00D53D72" w:rsidRPr="00EF0BB2" w:rsidRDefault="00D53D72" w:rsidP="00575E36">
            <w:pPr>
              <w:jc w:val="center"/>
              <w:rPr>
                <w:b/>
              </w:rPr>
            </w:pPr>
          </w:p>
        </w:tc>
        <w:tc>
          <w:tcPr>
            <w:tcW w:w="5791" w:type="dxa"/>
          </w:tcPr>
          <w:p w:rsidR="00D53D72" w:rsidRPr="00EF0BB2" w:rsidRDefault="00D53D72" w:rsidP="00575E36">
            <w:pPr>
              <w:rPr>
                <w:b/>
              </w:rPr>
            </w:pPr>
            <w:r w:rsidRPr="00EF0BB2">
              <w:rPr>
                <w:b/>
              </w:rPr>
              <w:t>Общие знания по теории и методике физической культуры.</w:t>
            </w:r>
          </w:p>
        </w:tc>
      </w:tr>
      <w:tr w:rsidR="00D53D72" w:rsidTr="00575E36">
        <w:tc>
          <w:tcPr>
            <w:tcW w:w="679" w:type="dxa"/>
          </w:tcPr>
          <w:p w:rsidR="00D53D72" w:rsidRPr="00EF0BB2" w:rsidRDefault="00D53D72" w:rsidP="00575E36">
            <w:pPr>
              <w:jc w:val="center"/>
              <w:rPr>
                <w:b/>
              </w:rPr>
            </w:pPr>
          </w:p>
        </w:tc>
        <w:tc>
          <w:tcPr>
            <w:tcW w:w="2149" w:type="dxa"/>
          </w:tcPr>
          <w:p w:rsidR="00D53D72" w:rsidRPr="00EF0BB2" w:rsidRDefault="00D53D72" w:rsidP="00575E36">
            <w:pPr>
              <w:jc w:val="center"/>
              <w:rPr>
                <w:b/>
              </w:rPr>
            </w:pPr>
            <w:r w:rsidRPr="00EF0BB2">
              <w:rPr>
                <w:b/>
              </w:rPr>
              <w:t>4.1</w:t>
            </w:r>
          </w:p>
        </w:tc>
        <w:tc>
          <w:tcPr>
            <w:tcW w:w="5791" w:type="dxa"/>
          </w:tcPr>
          <w:p w:rsidR="00D53D72" w:rsidRDefault="00D53D72" w:rsidP="00575E36">
            <w:r>
              <w:t>Понятие физическая культура.</w:t>
            </w:r>
          </w:p>
        </w:tc>
      </w:tr>
      <w:tr w:rsidR="00D53D72" w:rsidTr="00575E36">
        <w:tc>
          <w:tcPr>
            <w:tcW w:w="679" w:type="dxa"/>
          </w:tcPr>
          <w:p w:rsidR="00D53D72" w:rsidRPr="00EF0BB2" w:rsidRDefault="00D53D72" w:rsidP="00575E36">
            <w:pPr>
              <w:jc w:val="center"/>
              <w:rPr>
                <w:b/>
              </w:rPr>
            </w:pPr>
          </w:p>
        </w:tc>
        <w:tc>
          <w:tcPr>
            <w:tcW w:w="2149" w:type="dxa"/>
          </w:tcPr>
          <w:p w:rsidR="00D53D72" w:rsidRPr="00EF0BB2" w:rsidRDefault="00D53D72" w:rsidP="00575E36">
            <w:pPr>
              <w:jc w:val="center"/>
              <w:rPr>
                <w:b/>
              </w:rPr>
            </w:pPr>
            <w:r w:rsidRPr="00EF0BB2">
              <w:rPr>
                <w:b/>
              </w:rPr>
              <w:t>4.2</w:t>
            </w:r>
          </w:p>
        </w:tc>
        <w:tc>
          <w:tcPr>
            <w:tcW w:w="5791" w:type="dxa"/>
          </w:tcPr>
          <w:p w:rsidR="00D53D72" w:rsidRDefault="00D53D72" w:rsidP="00575E36">
            <w:r>
              <w:t>Условия формирования двигательного действия.</w:t>
            </w:r>
          </w:p>
        </w:tc>
      </w:tr>
      <w:tr w:rsidR="00D53D72" w:rsidTr="00575E36">
        <w:tc>
          <w:tcPr>
            <w:tcW w:w="679" w:type="dxa"/>
          </w:tcPr>
          <w:p w:rsidR="00D53D72" w:rsidRPr="00EF0BB2" w:rsidRDefault="00D53D72" w:rsidP="00575E36">
            <w:pPr>
              <w:jc w:val="center"/>
              <w:rPr>
                <w:b/>
              </w:rPr>
            </w:pPr>
          </w:p>
        </w:tc>
        <w:tc>
          <w:tcPr>
            <w:tcW w:w="2149" w:type="dxa"/>
          </w:tcPr>
          <w:p w:rsidR="00D53D72" w:rsidRPr="00EF0BB2" w:rsidRDefault="00D53D72" w:rsidP="00575E36">
            <w:pPr>
              <w:jc w:val="center"/>
              <w:rPr>
                <w:b/>
              </w:rPr>
            </w:pPr>
            <w:r w:rsidRPr="00EF0BB2">
              <w:rPr>
                <w:b/>
              </w:rPr>
              <w:t>4.3</w:t>
            </w:r>
          </w:p>
        </w:tc>
        <w:tc>
          <w:tcPr>
            <w:tcW w:w="5791" w:type="dxa"/>
          </w:tcPr>
          <w:p w:rsidR="00D53D72" w:rsidRDefault="00D53D72" w:rsidP="00575E36">
            <w:r>
              <w:t>Общая характеристика физических качеств.</w:t>
            </w:r>
          </w:p>
        </w:tc>
      </w:tr>
      <w:tr w:rsidR="00D53D72" w:rsidTr="00575E36">
        <w:tc>
          <w:tcPr>
            <w:tcW w:w="679" w:type="dxa"/>
          </w:tcPr>
          <w:p w:rsidR="00D53D72" w:rsidRPr="00EF0BB2" w:rsidRDefault="00D53D72" w:rsidP="00575E36">
            <w:pPr>
              <w:jc w:val="center"/>
              <w:rPr>
                <w:b/>
              </w:rPr>
            </w:pPr>
          </w:p>
        </w:tc>
        <w:tc>
          <w:tcPr>
            <w:tcW w:w="2149" w:type="dxa"/>
          </w:tcPr>
          <w:p w:rsidR="00D53D72" w:rsidRPr="00EF0BB2" w:rsidRDefault="00D53D72" w:rsidP="00575E36">
            <w:pPr>
              <w:jc w:val="center"/>
              <w:rPr>
                <w:b/>
              </w:rPr>
            </w:pPr>
            <w:r w:rsidRPr="00EF0BB2">
              <w:rPr>
                <w:b/>
              </w:rPr>
              <w:t>4.4</w:t>
            </w:r>
          </w:p>
        </w:tc>
        <w:tc>
          <w:tcPr>
            <w:tcW w:w="5791" w:type="dxa"/>
          </w:tcPr>
          <w:p w:rsidR="00D53D72" w:rsidRDefault="00D53D72" w:rsidP="00575E36">
            <w:r>
              <w:t>История возникновения спортивных игр изучаемых школьной программой.</w:t>
            </w:r>
          </w:p>
        </w:tc>
      </w:tr>
      <w:tr w:rsidR="00D53D72" w:rsidTr="00575E36">
        <w:tc>
          <w:tcPr>
            <w:tcW w:w="679" w:type="dxa"/>
          </w:tcPr>
          <w:p w:rsidR="00D53D72" w:rsidRPr="00EF0BB2" w:rsidRDefault="00D53D72" w:rsidP="00575E36">
            <w:pPr>
              <w:jc w:val="center"/>
              <w:rPr>
                <w:b/>
              </w:rPr>
            </w:pPr>
          </w:p>
        </w:tc>
        <w:tc>
          <w:tcPr>
            <w:tcW w:w="2149" w:type="dxa"/>
          </w:tcPr>
          <w:p w:rsidR="00D53D72" w:rsidRPr="00EF0BB2" w:rsidRDefault="00D53D72" w:rsidP="00575E36">
            <w:pPr>
              <w:jc w:val="center"/>
              <w:rPr>
                <w:b/>
              </w:rPr>
            </w:pPr>
            <w:r w:rsidRPr="00EF0BB2">
              <w:rPr>
                <w:b/>
              </w:rPr>
              <w:t>4.5</w:t>
            </w:r>
          </w:p>
        </w:tc>
        <w:tc>
          <w:tcPr>
            <w:tcW w:w="5791" w:type="dxa"/>
          </w:tcPr>
          <w:p w:rsidR="00D53D72" w:rsidRDefault="00D53D72" w:rsidP="00575E36">
            <w:r>
              <w:t>Краткая характеристика  видов спорта изучаемых школьной программой.</w:t>
            </w:r>
          </w:p>
        </w:tc>
      </w:tr>
      <w:tr w:rsidR="00D53D72" w:rsidTr="00575E36">
        <w:tc>
          <w:tcPr>
            <w:tcW w:w="679" w:type="dxa"/>
          </w:tcPr>
          <w:p w:rsidR="00D53D72" w:rsidRPr="00EF0BB2" w:rsidRDefault="00D53D72" w:rsidP="00575E36">
            <w:pPr>
              <w:jc w:val="center"/>
              <w:rPr>
                <w:b/>
              </w:rPr>
            </w:pPr>
          </w:p>
        </w:tc>
        <w:tc>
          <w:tcPr>
            <w:tcW w:w="2149" w:type="dxa"/>
          </w:tcPr>
          <w:p w:rsidR="00D53D72" w:rsidRPr="00EF0BB2" w:rsidRDefault="00D53D72" w:rsidP="00575E36">
            <w:pPr>
              <w:jc w:val="center"/>
              <w:rPr>
                <w:b/>
              </w:rPr>
            </w:pPr>
            <w:r w:rsidRPr="00EF0BB2">
              <w:rPr>
                <w:b/>
              </w:rPr>
              <w:t>4.6</w:t>
            </w:r>
          </w:p>
        </w:tc>
        <w:tc>
          <w:tcPr>
            <w:tcW w:w="5791" w:type="dxa"/>
          </w:tcPr>
          <w:p w:rsidR="00D53D72" w:rsidRDefault="00D53D72" w:rsidP="00575E36">
            <w:r>
              <w:t>Правила соревнований по видам спорта, изучаемым школьной программой.</w:t>
            </w:r>
          </w:p>
        </w:tc>
      </w:tr>
    </w:tbl>
    <w:p w:rsidR="00D53D72" w:rsidRDefault="00D53D72" w:rsidP="00B035D4">
      <w:pPr>
        <w:rPr>
          <w:b/>
        </w:rPr>
      </w:pPr>
    </w:p>
    <w:p w:rsidR="00D53D72" w:rsidRDefault="00D53D72" w:rsidP="00B035D4"/>
    <w:p w:rsidR="00D53D72" w:rsidRDefault="00D53D72" w:rsidP="00B035D4"/>
    <w:p w:rsidR="00D53D72" w:rsidRPr="009B5179" w:rsidRDefault="00D53D72" w:rsidP="00B035D4"/>
    <w:p w:rsidR="00D53D72" w:rsidRPr="009B5179" w:rsidRDefault="00D53D72" w:rsidP="00B035D4"/>
    <w:p w:rsidR="00D53D72" w:rsidRPr="009B5179" w:rsidRDefault="00D53D72" w:rsidP="00B035D4"/>
    <w:p w:rsidR="00D53D72" w:rsidRPr="009B5179" w:rsidRDefault="00D53D72" w:rsidP="00B035D4"/>
    <w:p w:rsidR="00D53D72" w:rsidRPr="009B5179" w:rsidRDefault="00D53D72" w:rsidP="00B035D4"/>
    <w:p w:rsidR="00D53D72" w:rsidRPr="009B5179" w:rsidRDefault="00D53D72" w:rsidP="00B035D4"/>
    <w:p w:rsidR="00D53D72" w:rsidRPr="009B5179" w:rsidRDefault="00D53D72" w:rsidP="00B035D4"/>
    <w:p w:rsidR="00D53D72" w:rsidRPr="009B5179" w:rsidRDefault="00D53D72" w:rsidP="00B035D4"/>
    <w:p w:rsidR="00D53D72" w:rsidRPr="009B5179" w:rsidRDefault="00D53D72" w:rsidP="00B035D4"/>
    <w:p w:rsidR="00D53D72" w:rsidRPr="009B5179" w:rsidRDefault="00D53D72" w:rsidP="00B035D4"/>
    <w:p w:rsidR="00D53D72" w:rsidRPr="009B5179" w:rsidRDefault="00D53D72" w:rsidP="00B035D4"/>
    <w:p w:rsidR="00D53D72" w:rsidRPr="009B5179" w:rsidRDefault="00D53D72" w:rsidP="00B035D4"/>
    <w:p w:rsidR="00D53D72" w:rsidRPr="009B5179" w:rsidRDefault="00D53D72" w:rsidP="00B035D4"/>
    <w:p w:rsidR="00D53D72" w:rsidRDefault="00D53D72" w:rsidP="00B035D4">
      <w:pPr>
        <w:tabs>
          <w:tab w:val="left" w:pos="3690"/>
        </w:tabs>
        <w:rPr>
          <w:b/>
          <w:sz w:val="28"/>
        </w:rPr>
      </w:pPr>
    </w:p>
    <w:p w:rsidR="00D53D72" w:rsidRDefault="00D53D72" w:rsidP="00B035D4">
      <w:pPr>
        <w:tabs>
          <w:tab w:val="left" w:pos="3690"/>
        </w:tabs>
        <w:rPr>
          <w:b/>
          <w:sz w:val="28"/>
        </w:rPr>
      </w:pPr>
    </w:p>
    <w:p w:rsidR="00D53D72" w:rsidRDefault="00D53D72" w:rsidP="00B035D4">
      <w:pPr>
        <w:tabs>
          <w:tab w:val="left" w:pos="3690"/>
        </w:tabs>
        <w:rPr>
          <w:b/>
          <w:sz w:val="28"/>
        </w:rPr>
      </w:pPr>
    </w:p>
    <w:p w:rsidR="00D53D72" w:rsidRDefault="00D53D72" w:rsidP="00B035D4">
      <w:pPr>
        <w:tabs>
          <w:tab w:val="left" w:pos="3690"/>
        </w:tabs>
        <w:rPr>
          <w:b/>
          <w:sz w:val="28"/>
        </w:rPr>
      </w:pPr>
    </w:p>
    <w:p w:rsidR="00D53D72" w:rsidRDefault="00D53D72" w:rsidP="00B035D4">
      <w:pPr>
        <w:tabs>
          <w:tab w:val="left" w:pos="3690"/>
        </w:tabs>
        <w:rPr>
          <w:b/>
          <w:sz w:val="28"/>
        </w:rPr>
      </w:pPr>
    </w:p>
    <w:p w:rsidR="00D53D72" w:rsidRDefault="00D53D72" w:rsidP="00B035D4">
      <w:pPr>
        <w:tabs>
          <w:tab w:val="left" w:pos="3690"/>
        </w:tabs>
        <w:rPr>
          <w:b/>
          <w:sz w:val="28"/>
        </w:rPr>
      </w:pPr>
    </w:p>
    <w:p w:rsidR="00D53D72" w:rsidRDefault="00D53D72" w:rsidP="00B035D4">
      <w:pPr>
        <w:tabs>
          <w:tab w:val="left" w:pos="3690"/>
        </w:tabs>
        <w:rPr>
          <w:b/>
          <w:sz w:val="28"/>
        </w:rPr>
      </w:pPr>
    </w:p>
    <w:p w:rsidR="00D53D72" w:rsidRDefault="00D53D72" w:rsidP="00B035D4">
      <w:pPr>
        <w:tabs>
          <w:tab w:val="left" w:pos="3690"/>
        </w:tabs>
        <w:rPr>
          <w:b/>
          <w:sz w:val="28"/>
        </w:rPr>
      </w:pPr>
    </w:p>
    <w:p w:rsidR="00D53D72" w:rsidRDefault="00D53D72" w:rsidP="00B035D4">
      <w:pPr>
        <w:tabs>
          <w:tab w:val="left" w:pos="3690"/>
        </w:tabs>
        <w:rPr>
          <w:b/>
          <w:sz w:val="28"/>
        </w:rPr>
      </w:pPr>
    </w:p>
    <w:p w:rsidR="00D53D72" w:rsidRDefault="00D53D72" w:rsidP="00B035D4">
      <w:pPr>
        <w:tabs>
          <w:tab w:val="left" w:pos="3690"/>
        </w:tabs>
        <w:rPr>
          <w:b/>
          <w:sz w:val="28"/>
        </w:rPr>
      </w:pPr>
    </w:p>
    <w:p w:rsidR="00D53D72" w:rsidRDefault="00D53D72" w:rsidP="00B035D4">
      <w:pPr>
        <w:tabs>
          <w:tab w:val="left" w:pos="3690"/>
        </w:tabs>
        <w:rPr>
          <w:b/>
          <w:sz w:val="28"/>
        </w:rPr>
      </w:pPr>
    </w:p>
    <w:p w:rsidR="00D53D72" w:rsidRDefault="00D53D72" w:rsidP="00B035D4">
      <w:pPr>
        <w:tabs>
          <w:tab w:val="left" w:pos="3690"/>
        </w:tabs>
        <w:rPr>
          <w:b/>
          <w:sz w:val="28"/>
        </w:rPr>
      </w:pPr>
    </w:p>
    <w:p w:rsidR="00D53D72" w:rsidRDefault="00D53D72" w:rsidP="00B035D4">
      <w:pPr>
        <w:tabs>
          <w:tab w:val="left" w:pos="3690"/>
        </w:tabs>
        <w:rPr>
          <w:b/>
          <w:sz w:val="28"/>
        </w:rPr>
      </w:pPr>
    </w:p>
    <w:p w:rsidR="00D53D72" w:rsidRDefault="00D53D72" w:rsidP="00B035D4">
      <w:pPr>
        <w:tabs>
          <w:tab w:val="left" w:pos="3690"/>
        </w:tabs>
        <w:rPr>
          <w:b/>
          <w:sz w:val="28"/>
        </w:rPr>
      </w:pPr>
    </w:p>
    <w:p w:rsidR="00D53D72" w:rsidRDefault="00D53D72" w:rsidP="00B035D4">
      <w:pPr>
        <w:tabs>
          <w:tab w:val="left" w:pos="3690"/>
        </w:tabs>
        <w:rPr>
          <w:b/>
          <w:sz w:val="28"/>
        </w:rPr>
      </w:pPr>
    </w:p>
    <w:p w:rsidR="00D53D72" w:rsidRDefault="00D53D72" w:rsidP="00B035D4">
      <w:pPr>
        <w:tabs>
          <w:tab w:val="left" w:pos="3690"/>
        </w:tabs>
        <w:rPr>
          <w:b/>
          <w:sz w:val="28"/>
        </w:rPr>
      </w:pPr>
    </w:p>
    <w:p w:rsidR="00D53D72" w:rsidRDefault="00D53D72" w:rsidP="00B035D4">
      <w:pPr>
        <w:tabs>
          <w:tab w:val="left" w:pos="3690"/>
        </w:tabs>
        <w:rPr>
          <w:b/>
          <w:sz w:val="28"/>
        </w:rPr>
      </w:pPr>
    </w:p>
    <w:p w:rsidR="00D53D72" w:rsidRDefault="00D53D72" w:rsidP="00B035D4">
      <w:pPr>
        <w:tabs>
          <w:tab w:val="left" w:pos="3690"/>
        </w:tabs>
        <w:rPr>
          <w:b/>
          <w:sz w:val="28"/>
        </w:rPr>
      </w:pPr>
    </w:p>
    <w:p w:rsidR="00D53D72" w:rsidRDefault="00D53D72" w:rsidP="00B035D4">
      <w:pPr>
        <w:tabs>
          <w:tab w:val="left" w:pos="3690"/>
        </w:tabs>
        <w:rPr>
          <w:b/>
          <w:sz w:val="28"/>
        </w:rPr>
      </w:pPr>
    </w:p>
    <w:p w:rsidR="00D53D72" w:rsidRDefault="00D53D72" w:rsidP="00B035D4">
      <w:pPr>
        <w:tabs>
          <w:tab w:val="left" w:pos="3690"/>
        </w:tabs>
        <w:rPr>
          <w:b/>
          <w:sz w:val="28"/>
        </w:rPr>
      </w:pPr>
    </w:p>
    <w:p w:rsidR="00D53D72" w:rsidRDefault="00D53D72" w:rsidP="00B035D4">
      <w:pPr>
        <w:tabs>
          <w:tab w:val="left" w:pos="3690"/>
        </w:tabs>
        <w:rPr>
          <w:b/>
          <w:sz w:val="28"/>
        </w:rPr>
      </w:pPr>
    </w:p>
    <w:p w:rsidR="00D53D72" w:rsidRPr="00AB1BBD" w:rsidRDefault="00D53D72" w:rsidP="00B035D4">
      <w:pPr>
        <w:tabs>
          <w:tab w:val="left" w:pos="3690"/>
        </w:tabs>
      </w:pPr>
      <w:r>
        <w:rPr>
          <w:b/>
          <w:sz w:val="28"/>
        </w:rPr>
        <w:t>Учащиеся должны уметь:</w:t>
      </w:r>
    </w:p>
    <w:p w:rsidR="00D53D72" w:rsidRPr="00B035D4" w:rsidRDefault="00D53D72" w:rsidP="00B035D4">
      <w:pPr>
        <w:rPr>
          <w:b/>
        </w:rPr>
      </w:pPr>
    </w:p>
    <w:p w:rsidR="00D53D72" w:rsidRPr="00B035D4" w:rsidRDefault="00D53D72" w:rsidP="00B035D4">
      <w:pPr>
        <w:rPr>
          <w:b/>
        </w:rPr>
      </w:pPr>
      <w:r w:rsidRPr="00B035D4">
        <w:rPr>
          <w:b/>
        </w:rPr>
        <w:t>Здоровый образ жизни:</w:t>
      </w:r>
    </w:p>
    <w:p w:rsidR="00D53D72" w:rsidRPr="00B035D4" w:rsidRDefault="00D53D72" w:rsidP="00B035D4">
      <w:pPr>
        <w:jc w:val="both"/>
      </w:pPr>
      <w:r w:rsidRPr="00B035D4">
        <w:t>Раскрывать понятие здорового образа жизни, выделять его основные компоненты и определять их взаимосвязь со здоровьем человека.</w:t>
      </w:r>
    </w:p>
    <w:p w:rsidR="00D53D72" w:rsidRPr="00B035D4" w:rsidRDefault="00D53D72" w:rsidP="00B035D4">
      <w:pPr>
        <w:jc w:val="both"/>
      </w:pPr>
      <w:r w:rsidRPr="00B035D4">
        <w:t>Характеризовать роль и значение режима дня в сохранении и укреплении здоровья; планировать и корректировать режим дня с учётом своей учебой деятельности, показателей своего здоровья, физического развития и физической подготовленности.</w:t>
      </w:r>
    </w:p>
    <w:p w:rsidR="00D53D72" w:rsidRPr="00B035D4" w:rsidRDefault="00D53D72" w:rsidP="00B035D4">
      <w:pPr>
        <w:jc w:val="both"/>
      </w:pPr>
      <w:r w:rsidRPr="00B035D4">
        <w:t>Руководствоваться правилами профилактики нарушения осанки, подбирать и выполнять упражнения по профилактике её нарушения и коррекции.</w:t>
      </w:r>
    </w:p>
    <w:p w:rsidR="00D53D72" w:rsidRPr="00B035D4" w:rsidRDefault="00D53D72" w:rsidP="00B035D4">
      <w:pPr>
        <w:jc w:val="both"/>
      </w:pPr>
      <w:r w:rsidRPr="00B035D4">
        <w:t>Характеризовать основные приёмы закаливания, определять дозировку температурных режимов для закаливающих процедур, руководствоваться правилами безопасности при их проведении.</w:t>
      </w:r>
    </w:p>
    <w:p w:rsidR="00D53D72" w:rsidRPr="00B035D4" w:rsidRDefault="00D53D72" w:rsidP="00B035D4">
      <w:pPr>
        <w:rPr>
          <w:b/>
        </w:rPr>
      </w:pPr>
    </w:p>
    <w:p w:rsidR="00D53D72" w:rsidRPr="00B035D4" w:rsidRDefault="00D53D72" w:rsidP="00B035D4">
      <w:pPr>
        <w:rPr>
          <w:b/>
        </w:rPr>
      </w:pPr>
      <w:r w:rsidRPr="00B035D4">
        <w:rPr>
          <w:b/>
        </w:rPr>
        <w:t>Олимпийские знания:</w:t>
      </w:r>
    </w:p>
    <w:p w:rsidR="00D53D72" w:rsidRPr="00B035D4" w:rsidRDefault="00D53D72" w:rsidP="00B035D4">
      <w:pPr>
        <w:jc w:val="both"/>
      </w:pPr>
      <w:r w:rsidRPr="00B035D4">
        <w:t>Характеризовать Олимпийские игры древности как явление культуры, иметь представление о содержании и правилах соревнований.</w:t>
      </w:r>
    </w:p>
    <w:p w:rsidR="00D53D72" w:rsidRPr="00B035D4" w:rsidRDefault="00D53D72" w:rsidP="00B035D4">
      <w:pPr>
        <w:jc w:val="both"/>
      </w:pPr>
      <w:r w:rsidRPr="00B035D4">
        <w:t xml:space="preserve">Определять цель возрождения Олимпийских игр, объяснять смысл символики и ритуалов, роль Пьера де Кубертена в становлении олимпийского движения, иметь представление о Московской Олимпиаде – </w:t>
      </w:r>
      <w:smartTag w:uri="urn:schemas-microsoft-com:office:smarttags" w:element="metricconverter">
        <w:smartTagPr>
          <w:attr w:name="ProductID" w:val="1980 г"/>
        </w:smartTagPr>
        <w:r w:rsidRPr="00B035D4">
          <w:t>1980 г</w:t>
        </w:r>
      </w:smartTag>
      <w:r w:rsidRPr="00B035D4">
        <w:t xml:space="preserve">. и об Олимпиаде Сочи – </w:t>
      </w:r>
      <w:smartTag w:uri="urn:schemas-microsoft-com:office:smarttags" w:element="metricconverter">
        <w:smartTagPr>
          <w:attr w:name="ProductID" w:val="2014 г"/>
        </w:smartTagPr>
        <w:r w:rsidRPr="00B035D4">
          <w:t>2014 г</w:t>
        </w:r>
      </w:smartTag>
      <w:r w:rsidRPr="00B035D4">
        <w:t>.</w:t>
      </w:r>
    </w:p>
    <w:p w:rsidR="00D53D72" w:rsidRPr="00B035D4" w:rsidRDefault="00D53D72" w:rsidP="00B035D4">
      <w:pPr>
        <w:rPr>
          <w:b/>
        </w:rPr>
      </w:pPr>
    </w:p>
    <w:p w:rsidR="00D53D72" w:rsidRPr="00B035D4" w:rsidRDefault="00D53D72" w:rsidP="00B035D4">
      <w:pPr>
        <w:rPr>
          <w:b/>
        </w:rPr>
      </w:pPr>
      <w:r w:rsidRPr="00B035D4">
        <w:rPr>
          <w:b/>
        </w:rPr>
        <w:t>Техника безопасности:</w:t>
      </w:r>
    </w:p>
    <w:p w:rsidR="00D53D72" w:rsidRPr="00B035D4" w:rsidRDefault="00D53D72" w:rsidP="00B035D4">
      <w:pPr>
        <w:jc w:val="both"/>
      </w:pPr>
      <w:r w:rsidRPr="00B035D4">
        <w:t>Руководствоваться правилами поведения и безопасности во время занятий физическими упражнениями, профилактики травматизма и подготовки мест занятий,  правильного выбора  формы одежды и обуви в зависимости от времени года и от погодных условий.</w:t>
      </w:r>
    </w:p>
    <w:p w:rsidR="00D53D72" w:rsidRPr="00B035D4" w:rsidRDefault="00D53D72" w:rsidP="00B035D4">
      <w:pPr>
        <w:jc w:val="both"/>
      </w:pPr>
      <w:r w:rsidRPr="00B035D4">
        <w:t>Руководствоваться правилами оказания первой доврачебной помощи при травмах и ушибах.</w:t>
      </w:r>
    </w:p>
    <w:p w:rsidR="00D53D72" w:rsidRPr="00B035D4" w:rsidRDefault="00D53D72" w:rsidP="00B035D4">
      <w:pPr>
        <w:rPr>
          <w:b/>
        </w:rPr>
      </w:pPr>
    </w:p>
    <w:p w:rsidR="00D53D72" w:rsidRPr="00B035D4" w:rsidRDefault="00D53D72" w:rsidP="00B035D4">
      <w:pPr>
        <w:rPr>
          <w:b/>
        </w:rPr>
      </w:pPr>
      <w:r w:rsidRPr="00B035D4">
        <w:rPr>
          <w:b/>
        </w:rPr>
        <w:t>Общие знания по теории и методике физической культуры:</w:t>
      </w:r>
    </w:p>
    <w:p w:rsidR="00D53D72" w:rsidRPr="00B035D4" w:rsidRDefault="00D53D72" w:rsidP="00B035D4">
      <w:pPr>
        <w:jc w:val="both"/>
      </w:pPr>
      <w:r w:rsidRPr="00B035D4">
        <w:t>Определять базовые понятия и термины физической культуры, применять их в процессе занятий физическими упражнениями, характеризовать основные физические качества: сила, гибкость, ловкость, быстрота, выносливость,  знать историю возникновения спортивных игр, изучаемых школьной программой.</w:t>
      </w:r>
    </w:p>
    <w:p w:rsidR="00D53D72" w:rsidRPr="00B035D4" w:rsidRDefault="00D53D72" w:rsidP="00B035D4">
      <w:pPr>
        <w:jc w:val="both"/>
      </w:pPr>
    </w:p>
    <w:p w:rsidR="00D53D72" w:rsidRPr="00B035D4" w:rsidRDefault="00D53D72" w:rsidP="00B035D4">
      <w:pPr>
        <w:jc w:val="both"/>
      </w:pPr>
      <w:r w:rsidRPr="00B035D4">
        <w:rPr>
          <w:b/>
        </w:rPr>
        <w:t xml:space="preserve">Критерии  оценивания: </w:t>
      </w:r>
    </w:p>
    <w:p w:rsidR="00D53D72" w:rsidRPr="00B035D4" w:rsidRDefault="00D53D72" w:rsidP="00B035D4">
      <w:pPr>
        <w:spacing w:before="100" w:beforeAutospacing="1" w:after="100" w:afterAutospacing="1"/>
        <w:contextualSpacing/>
      </w:pPr>
    </w:p>
    <w:p w:rsidR="00D53D72" w:rsidRPr="00B035D4" w:rsidRDefault="00D53D72" w:rsidP="00B035D4">
      <w:pPr>
        <w:spacing w:before="100" w:beforeAutospacing="1" w:after="100" w:afterAutospacing="1"/>
        <w:contextualSpacing/>
      </w:pPr>
      <w:r w:rsidRPr="00B035D4">
        <w:t>За каждый правильный ответ  участнику дается 1 балл.</w:t>
      </w:r>
    </w:p>
    <w:p w:rsidR="00D53D72" w:rsidRPr="00B035D4" w:rsidRDefault="00D53D72" w:rsidP="00B035D4">
      <w:pPr>
        <w:spacing w:before="100" w:beforeAutospacing="1" w:after="100" w:afterAutospacing="1"/>
        <w:contextualSpacing/>
      </w:pPr>
      <w:r w:rsidRPr="00B035D4">
        <w:t>100-80 % набранных баллов – «отлично»;</w:t>
      </w:r>
    </w:p>
    <w:p w:rsidR="00D53D72" w:rsidRPr="00B035D4" w:rsidRDefault="00D53D72" w:rsidP="00B035D4">
      <w:pPr>
        <w:spacing w:before="100" w:beforeAutospacing="1" w:after="100" w:afterAutospacing="1"/>
        <w:contextualSpacing/>
      </w:pPr>
      <w:r w:rsidRPr="00B035D4">
        <w:t>79-60 % набранных баллов – «хорошо» ;</w:t>
      </w:r>
    </w:p>
    <w:p w:rsidR="00D53D72" w:rsidRPr="00B035D4" w:rsidRDefault="00D53D72" w:rsidP="00B035D4">
      <w:pPr>
        <w:spacing w:before="100" w:beforeAutospacing="1" w:after="100" w:afterAutospacing="1"/>
        <w:contextualSpacing/>
      </w:pPr>
      <w:r w:rsidRPr="00B035D4">
        <w:t>59-40 % набранных баллов – «удовлетворительно»;</w:t>
      </w:r>
    </w:p>
    <w:p w:rsidR="00D53D72" w:rsidRPr="00B035D4" w:rsidRDefault="00D53D72" w:rsidP="00B035D4">
      <w:pPr>
        <w:spacing w:before="100" w:beforeAutospacing="1" w:after="100" w:afterAutospacing="1"/>
        <w:contextualSpacing/>
      </w:pPr>
      <w:r w:rsidRPr="00B035D4">
        <w:t>39% и ниже - «неудовлетворительно».</w:t>
      </w:r>
    </w:p>
    <w:p w:rsidR="00D53D72" w:rsidRDefault="00D53D72" w:rsidP="0078194B">
      <w:pPr>
        <w:rPr>
          <w:sz w:val="28"/>
        </w:rPr>
      </w:pPr>
    </w:p>
    <w:p w:rsidR="00D53D72" w:rsidRDefault="00D53D72" w:rsidP="00B877EF">
      <w:pPr>
        <w:pStyle w:val="Default"/>
        <w:ind w:firstLine="700"/>
        <w:jc w:val="both"/>
        <w:rPr>
          <w:b/>
          <w:bCs/>
          <w:sz w:val="28"/>
          <w:szCs w:val="28"/>
        </w:rPr>
      </w:pPr>
    </w:p>
    <w:p w:rsidR="00D53D72" w:rsidRDefault="00D53D72" w:rsidP="00B877EF">
      <w:pPr>
        <w:pStyle w:val="Default"/>
        <w:ind w:firstLine="700"/>
        <w:jc w:val="both"/>
        <w:rPr>
          <w:b/>
          <w:bCs/>
          <w:sz w:val="28"/>
          <w:szCs w:val="28"/>
        </w:rPr>
      </w:pPr>
    </w:p>
    <w:p w:rsidR="00D53D72" w:rsidRPr="0078194B" w:rsidRDefault="00D53D72" w:rsidP="0078194B">
      <w:pPr>
        <w:pStyle w:val="NoSpacing"/>
        <w:rPr>
          <w:b/>
          <w:bCs/>
          <w:sz w:val="36"/>
        </w:rPr>
      </w:pPr>
      <w:r w:rsidRPr="0078194B">
        <w:rPr>
          <w:b/>
          <w:bCs/>
          <w:sz w:val="36"/>
        </w:rPr>
        <w:t xml:space="preserve">                             1. Здоровый образ жизни.</w:t>
      </w:r>
    </w:p>
    <w:p w:rsidR="00D53D72" w:rsidRPr="0078194B" w:rsidRDefault="00D53D72" w:rsidP="0078194B">
      <w:pPr>
        <w:pStyle w:val="NoSpacing"/>
        <w:rPr>
          <w:b/>
          <w:bCs/>
          <w:sz w:val="32"/>
        </w:rPr>
      </w:pPr>
    </w:p>
    <w:p w:rsidR="00D53D72" w:rsidRDefault="00D53D72" w:rsidP="0078194B">
      <w:pPr>
        <w:pStyle w:val="NoSpacing"/>
        <w:rPr>
          <w:sz w:val="28"/>
        </w:rPr>
      </w:pPr>
      <w:r>
        <w:rPr>
          <w:b/>
          <w:bCs/>
          <w:sz w:val="28"/>
        </w:rPr>
        <w:t>1. Здоровый образ жизни – это способ жизнедеятельности, направленный на</w:t>
      </w:r>
      <w:r>
        <w:rPr>
          <w:sz w:val="28"/>
        </w:rPr>
        <w:br/>
      </w:r>
    </w:p>
    <w:p w:rsidR="00D53D72" w:rsidRPr="0078194B" w:rsidRDefault="00D53D72" w:rsidP="0078194B">
      <w:pPr>
        <w:pStyle w:val="NoSpacing"/>
      </w:pPr>
      <w:r w:rsidRPr="0078194B">
        <w:t>а) развитие физических качеств людей;</w:t>
      </w:r>
      <w:r w:rsidRPr="0078194B">
        <w:br/>
        <w:t>б) поддержание высокой работоспособности людей;</w:t>
      </w:r>
      <w:r w:rsidRPr="0078194B">
        <w:br/>
        <w:t>в) подготовку к профессиональной деятельности;</w:t>
      </w:r>
      <w:r w:rsidRPr="0078194B">
        <w:br/>
        <w:t>г) сохранение и улучшение здоровья людей</w:t>
      </w:r>
    </w:p>
    <w:p w:rsidR="00D53D72" w:rsidRPr="0078194B" w:rsidRDefault="00D53D72" w:rsidP="0078194B">
      <w:pPr>
        <w:pStyle w:val="NoSpacing"/>
      </w:pPr>
    </w:p>
    <w:p w:rsidR="00D53D72" w:rsidRDefault="00D53D72" w:rsidP="0078194B">
      <w:pPr>
        <w:pStyle w:val="NoSpacing"/>
        <w:rPr>
          <w:b/>
          <w:sz w:val="28"/>
        </w:rPr>
      </w:pPr>
      <w:r>
        <w:rPr>
          <w:rStyle w:val="c5"/>
          <w:b/>
          <w:sz w:val="28"/>
        </w:rPr>
        <w:t>2. Дневник самоконтроля нужно вести для:</w:t>
      </w:r>
    </w:p>
    <w:p w:rsidR="00D53D72" w:rsidRDefault="00D53D72" w:rsidP="0078194B">
      <w:pPr>
        <w:pStyle w:val="NoSpacing"/>
        <w:rPr>
          <w:rStyle w:val="c0"/>
        </w:rPr>
      </w:pPr>
      <w:r>
        <w:rPr>
          <w:rStyle w:val="c0"/>
          <w:sz w:val="28"/>
        </w:rPr>
        <w:t xml:space="preserve">    </w:t>
      </w:r>
    </w:p>
    <w:p w:rsidR="00D53D72" w:rsidRPr="0078194B" w:rsidRDefault="00D53D72" w:rsidP="0078194B">
      <w:pPr>
        <w:pStyle w:val="NoSpacing"/>
        <w:rPr>
          <w:sz w:val="22"/>
        </w:rPr>
      </w:pPr>
      <w:r w:rsidRPr="0078194B">
        <w:rPr>
          <w:rStyle w:val="c0"/>
        </w:rPr>
        <w:t>а) отслеживания изменений в развитии своего организма</w:t>
      </w:r>
    </w:p>
    <w:p w:rsidR="00D53D72" w:rsidRPr="0078194B" w:rsidRDefault="00D53D72" w:rsidP="0078194B">
      <w:pPr>
        <w:pStyle w:val="NoSpacing"/>
      </w:pPr>
      <w:r w:rsidRPr="0078194B">
        <w:rPr>
          <w:rStyle w:val="c0"/>
        </w:rPr>
        <w:t>б) отчета  о проделанной работе перед учителем физической культуры</w:t>
      </w:r>
    </w:p>
    <w:p w:rsidR="00D53D72" w:rsidRPr="0078194B" w:rsidRDefault="00D53D72" w:rsidP="0078194B">
      <w:pPr>
        <w:pStyle w:val="NoSpacing"/>
      </w:pPr>
      <w:r w:rsidRPr="0078194B">
        <w:rPr>
          <w:rStyle w:val="c0"/>
        </w:rPr>
        <w:t>в) консультации с родителями по возникающим проблемам</w:t>
      </w:r>
    </w:p>
    <w:p w:rsidR="00D53D72" w:rsidRDefault="00D53D72" w:rsidP="0078194B">
      <w:pPr>
        <w:pStyle w:val="NoSpacing"/>
        <w:rPr>
          <w:rStyle w:val="c5"/>
          <w:b/>
        </w:rPr>
      </w:pPr>
    </w:p>
    <w:p w:rsidR="00D53D72" w:rsidRDefault="00D53D72" w:rsidP="0078194B">
      <w:pPr>
        <w:pStyle w:val="NoSpacing"/>
      </w:pPr>
      <w:r>
        <w:rPr>
          <w:rStyle w:val="c5"/>
          <w:b/>
          <w:sz w:val="28"/>
        </w:rPr>
        <w:t>3. Назовите основные причины появления лишнего веса:</w:t>
      </w:r>
    </w:p>
    <w:p w:rsidR="00D53D72" w:rsidRDefault="00D53D72" w:rsidP="0078194B">
      <w:pPr>
        <w:pStyle w:val="NoSpacing"/>
        <w:rPr>
          <w:sz w:val="28"/>
        </w:rPr>
      </w:pPr>
    </w:p>
    <w:p w:rsidR="00D53D72" w:rsidRPr="0078194B" w:rsidRDefault="00D53D72" w:rsidP="0078194B">
      <w:pPr>
        <w:pStyle w:val="NoSpacing"/>
      </w:pPr>
      <w:r w:rsidRPr="0078194B">
        <w:rPr>
          <w:rStyle w:val="c0"/>
        </w:rPr>
        <w:t>а) пропуск уроков физической культуры</w:t>
      </w:r>
    </w:p>
    <w:p w:rsidR="00D53D72" w:rsidRPr="0078194B" w:rsidRDefault="00D53D72" w:rsidP="0078194B">
      <w:pPr>
        <w:pStyle w:val="NoSpacing"/>
      </w:pPr>
      <w:r w:rsidRPr="0078194B">
        <w:rPr>
          <w:rStyle w:val="c0"/>
        </w:rPr>
        <w:t>б) избыточное питание и недостаточная двигательная активность</w:t>
      </w:r>
    </w:p>
    <w:p w:rsidR="00D53D72" w:rsidRPr="0078194B" w:rsidRDefault="00D53D72" w:rsidP="0078194B">
      <w:pPr>
        <w:pStyle w:val="NoSpacing"/>
      </w:pPr>
      <w:r w:rsidRPr="0078194B">
        <w:rPr>
          <w:rStyle w:val="c0"/>
        </w:rPr>
        <w:t>в) избыток в пище жиров, углеводов, белков и слабые мышцы</w:t>
      </w:r>
    </w:p>
    <w:p w:rsidR="00D53D72" w:rsidRPr="0078194B" w:rsidRDefault="00D53D72" w:rsidP="0078194B">
      <w:pPr>
        <w:pStyle w:val="NoSpacing"/>
        <w:rPr>
          <w:rStyle w:val="c5"/>
          <w:b/>
          <w:sz w:val="22"/>
        </w:rPr>
      </w:pPr>
    </w:p>
    <w:p w:rsidR="00D53D72" w:rsidRDefault="00D53D72" w:rsidP="0078194B">
      <w:pPr>
        <w:pStyle w:val="NoSpacing"/>
        <w:rPr>
          <w:sz w:val="28"/>
        </w:rPr>
      </w:pPr>
      <w:r>
        <w:rPr>
          <w:b/>
          <w:bCs/>
          <w:sz w:val="28"/>
        </w:rPr>
        <w:t>4. С какой целью планируют режим дня?</w:t>
      </w:r>
    </w:p>
    <w:p w:rsidR="00D53D72" w:rsidRDefault="00D53D72" w:rsidP="0078194B">
      <w:pPr>
        <w:pStyle w:val="NoSpacing"/>
        <w:rPr>
          <w:sz w:val="28"/>
        </w:rPr>
      </w:pPr>
    </w:p>
    <w:p w:rsidR="00D53D72" w:rsidRPr="0078194B" w:rsidRDefault="00D53D72" w:rsidP="0078194B">
      <w:pPr>
        <w:pStyle w:val="NoSpacing"/>
      </w:pPr>
      <w:r w:rsidRPr="0078194B">
        <w:t>а) с целью организации рационального режима питания;</w:t>
      </w:r>
      <w:r w:rsidRPr="0078194B">
        <w:br/>
        <w:t>б) с целью четкой организации текущих дел, их выполнения в установленные сроки;</w:t>
      </w:r>
      <w:r w:rsidRPr="0078194B">
        <w:br/>
        <w:t>в) с целью высвобождения времени на отдых и снятия нервных напряжений;</w:t>
      </w:r>
      <w:r w:rsidRPr="0078194B">
        <w:br/>
        <w:t>г) с целью поддержания высокого уровня работоспособности организма.</w:t>
      </w:r>
      <w:r w:rsidRPr="0078194B">
        <w:br/>
      </w:r>
    </w:p>
    <w:p w:rsidR="00D53D72" w:rsidRDefault="00D53D72" w:rsidP="0078194B">
      <w:pPr>
        <w:pStyle w:val="NoSpacing"/>
        <w:rPr>
          <w:sz w:val="28"/>
        </w:rPr>
      </w:pPr>
      <w:r>
        <w:rPr>
          <w:sz w:val="28"/>
        </w:rPr>
        <w:br/>
      </w:r>
      <w:r>
        <w:rPr>
          <w:b/>
          <w:bCs/>
          <w:sz w:val="28"/>
        </w:rPr>
        <w:t>5. Что понимается под закаливанием</w:t>
      </w:r>
      <w:r>
        <w:rPr>
          <w:sz w:val="28"/>
        </w:rPr>
        <w:br/>
      </w:r>
    </w:p>
    <w:p w:rsidR="00D53D72" w:rsidRPr="0078194B" w:rsidRDefault="00D53D72" w:rsidP="0078194B">
      <w:pPr>
        <w:pStyle w:val="NoSpacing"/>
        <w:rPr>
          <w:bCs/>
        </w:rPr>
      </w:pPr>
      <w:r w:rsidRPr="0078194B">
        <w:t>а) купание в холодной воде и хождение босиком;</w:t>
      </w:r>
      <w:r w:rsidRPr="0078194B">
        <w:br/>
        <w:t>б) сочетание воздушных и солнечных ванн с гимнастикой и подвижными играми;</w:t>
      </w:r>
      <w:r w:rsidRPr="0078194B">
        <w:br/>
        <w:t>в) укрепление здоровья;</w:t>
      </w:r>
      <w:r w:rsidRPr="0078194B">
        <w:br/>
        <w:t>г) приспособление организма к воздействию внешней среды.</w:t>
      </w:r>
      <w:r w:rsidRPr="0078194B">
        <w:br/>
      </w:r>
    </w:p>
    <w:p w:rsidR="00D53D72" w:rsidRDefault="00D53D72" w:rsidP="0078194B">
      <w:pPr>
        <w:pStyle w:val="NoSpacing"/>
        <w:rPr>
          <w:sz w:val="28"/>
        </w:rPr>
      </w:pPr>
      <w:r>
        <w:rPr>
          <w:b/>
          <w:bCs/>
          <w:sz w:val="28"/>
        </w:rPr>
        <w:t>6. Первой ступенью закаливания организма является закаливание...</w:t>
      </w:r>
      <w:r>
        <w:rPr>
          <w:b/>
          <w:sz w:val="28"/>
        </w:rPr>
        <w:br/>
      </w:r>
    </w:p>
    <w:p w:rsidR="00D53D72" w:rsidRPr="0078194B" w:rsidRDefault="00D53D72" w:rsidP="0078194B">
      <w:pPr>
        <w:pStyle w:val="NoSpacing"/>
        <w:rPr>
          <w:b/>
          <w:bCs/>
        </w:rPr>
      </w:pPr>
      <w:r w:rsidRPr="0078194B">
        <w:t>а) водой.</w:t>
      </w:r>
      <w:r w:rsidRPr="0078194B">
        <w:br/>
        <w:t>б) солнцем.</w:t>
      </w:r>
      <w:r w:rsidRPr="0078194B">
        <w:br/>
        <w:t>в) воздухом.</w:t>
      </w:r>
      <w:r w:rsidRPr="0078194B">
        <w:rPr>
          <w:b/>
        </w:rPr>
        <w:br/>
      </w:r>
      <w:r w:rsidRPr="0078194B">
        <w:t>г) холодом.</w:t>
      </w:r>
      <w:r w:rsidRPr="0078194B">
        <w:br/>
      </w:r>
    </w:p>
    <w:p w:rsidR="00D53D72" w:rsidRDefault="00D53D72" w:rsidP="0078194B">
      <w:pPr>
        <w:pStyle w:val="NoSpacing"/>
        <w:rPr>
          <w:sz w:val="28"/>
        </w:rPr>
      </w:pPr>
      <w:r>
        <w:rPr>
          <w:sz w:val="28"/>
        </w:rPr>
        <w:br/>
      </w:r>
      <w:r>
        <w:rPr>
          <w:b/>
          <w:bCs/>
          <w:sz w:val="28"/>
        </w:rPr>
        <w:t>7. Главной причиной нарушения осанки является:</w:t>
      </w:r>
      <w:r>
        <w:rPr>
          <w:sz w:val="28"/>
        </w:rPr>
        <w:br/>
      </w:r>
    </w:p>
    <w:p w:rsidR="00D53D72" w:rsidRDefault="00D53D72" w:rsidP="0078194B">
      <w:pPr>
        <w:pStyle w:val="NoSpacing"/>
        <w:rPr>
          <w:sz w:val="28"/>
        </w:rPr>
      </w:pPr>
      <w:r w:rsidRPr="0078194B">
        <w:t>а) привычка к определенным позам,</w:t>
      </w:r>
      <w:r w:rsidRPr="0078194B">
        <w:br/>
        <w:t>б) отсутствие движений во время школьных уроков,</w:t>
      </w:r>
      <w:r w:rsidRPr="0078194B">
        <w:br/>
        <w:t>в) ношение сумки-портфеля на одном плече.</w:t>
      </w:r>
      <w:r w:rsidRPr="0078194B">
        <w:br/>
        <w:t>г) слабость мышц.</w:t>
      </w:r>
      <w:r w:rsidRPr="0078194B">
        <w:br/>
      </w:r>
      <w:r>
        <w:rPr>
          <w:sz w:val="28"/>
        </w:rPr>
        <w:br/>
      </w:r>
      <w:r>
        <w:rPr>
          <w:b/>
          <w:bCs/>
          <w:sz w:val="28"/>
        </w:rPr>
        <w:t>8. Признаки, не характерные для правильной осанки:</w:t>
      </w:r>
      <w:r>
        <w:rPr>
          <w:sz w:val="28"/>
        </w:rPr>
        <w:br/>
      </w:r>
    </w:p>
    <w:p w:rsidR="00D53D72" w:rsidRPr="0078194B" w:rsidRDefault="00D53D72" w:rsidP="0078194B">
      <w:pPr>
        <w:pStyle w:val="NoSpacing"/>
        <w:rPr>
          <w:b/>
          <w:sz w:val="28"/>
        </w:rPr>
      </w:pPr>
      <w:r w:rsidRPr="0078194B">
        <w:t>а) развернутые плечи, ровная спина,</w:t>
      </w:r>
      <w:r w:rsidRPr="0078194B">
        <w:br/>
        <w:t>б) запрокинутая или опущенная голова,</w:t>
      </w:r>
      <w:r w:rsidRPr="0078194B">
        <w:br/>
        <w:t>в) приподнятая грудь,</w:t>
      </w:r>
      <w:r w:rsidRPr="0078194B">
        <w:br/>
        <w:t>г) через ухо, плечо, тазобедренный сустав и лодыжку можно провести прямую линию.</w:t>
      </w:r>
      <w:r w:rsidRPr="0078194B">
        <w:rPr>
          <w:b/>
          <w:sz w:val="28"/>
        </w:rPr>
        <w:t xml:space="preserve"> </w:t>
      </w:r>
    </w:p>
    <w:p w:rsidR="00D53D72" w:rsidRPr="0078194B" w:rsidRDefault="00D53D72" w:rsidP="0078194B">
      <w:pPr>
        <w:pStyle w:val="NoSpacing"/>
        <w:rPr>
          <w:b/>
          <w:sz w:val="28"/>
        </w:rPr>
      </w:pPr>
    </w:p>
    <w:p w:rsidR="00D53D72" w:rsidRPr="0078194B" w:rsidRDefault="00D53D72" w:rsidP="0078194B">
      <w:pPr>
        <w:pStyle w:val="NoSpacing"/>
        <w:rPr>
          <w:b/>
          <w:sz w:val="32"/>
        </w:rPr>
      </w:pPr>
      <w:r w:rsidRPr="0078194B">
        <w:rPr>
          <w:b/>
          <w:sz w:val="36"/>
        </w:rPr>
        <w:t xml:space="preserve">                       2.Олимпийские знания.</w:t>
      </w:r>
    </w:p>
    <w:p w:rsidR="00D53D72" w:rsidRPr="0078194B" w:rsidRDefault="00D53D72" w:rsidP="0078194B">
      <w:pPr>
        <w:rPr>
          <w:b/>
          <w:sz w:val="36"/>
        </w:rPr>
      </w:pPr>
    </w:p>
    <w:p w:rsidR="00D53D72" w:rsidRDefault="00D53D72" w:rsidP="0078194B">
      <w:pPr>
        <w:rPr>
          <w:b/>
          <w:sz w:val="28"/>
        </w:rPr>
      </w:pPr>
      <w:r>
        <w:rPr>
          <w:b/>
          <w:sz w:val="28"/>
        </w:rPr>
        <w:t>1.В каком древнегреческом городе устраивались состязания – Олимпийские игры?</w:t>
      </w:r>
    </w:p>
    <w:p w:rsidR="00D53D72" w:rsidRDefault="00D53D72" w:rsidP="0078194B"/>
    <w:p w:rsidR="00D53D72" w:rsidRPr="0078194B" w:rsidRDefault="00D53D72" w:rsidP="0078194B">
      <w:r w:rsidRPr="0078194B">
        <w:t>а) Афины;</w:t>
      </w:r>
      <w:r w:rsidRPr="0078194B">
        <w:br/>
        <w:t>б) Олимпия;</w:t>
      </w:r>
      <w:r w:rsidRPr="0078194B">
        <w:br/>
        <w:t>в) Спарта;</w:t>
      </w:r>
    </w:p>
    <w:p w:rsidR="00D53D72" w:rsidRDefault="00D53D72" w:rsidP="0078194B">
      <w:pPr>
        <w:pStyle w:val="c2"/>
        <w:rPr>
          <w:sz w:val="28"/>
        </w:rPr>
      </w:pPr>
      <w:r>
        <w:rPr>
          <w:b/>
          <w:sz w:val="28"/>
        </w:rPr>
        <w:t>2.  Как звучит девиз Олимпийских игр?</w:t>
      </w:r>
    </w:p>
    <w:p w:rsidR="00D53D72" w:rsidRPr="0078194B" w:rsidRDefault="00D53D72" w:rsidP="0078194B">
      <w:pPr>
        <w:pStyle w:val="msonospacing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а)  </w:t>
      </w:r>
      <w:r w:rsidRPr="0078194B">
        <w:rPr>
          <w:rFonts w:ascii="Times New Roman" w:hAnsi="Times New Roman"/>
          <w:sz w:val="24"/>
          <w:szCs w:val="24"/>
        </w:rPr>
        <w:t>«Быстрее, выше, сильнее»;</w:t>
      </w:r>
    </w:p>
    <w:p w:rsidR="00D53D72" w:rsidRPr="0078194B" w:rsidRDefault="00D53D72" w:rsidP="0078194B">
      <w:pPr>
        <w:pStyle w:val="msonospacing0"/>
        <w:rPr>
          <w:rFonts w:ascii="Times New Roman" w:hAnsi="Times New Roman"/>
          <w:sz w:val="24"/>
          <w:szCs w:val="24"/>
        </w:rPr>
      </w:pPr>
      <w:r w:rsidRPr="0078194B">
        <w:rPr>
          <w:rFonts w:ascii="Times New Roman" w:hAnsi="Times New Roman"/>
          <w:sz w:val="24"/>
          <w:szCs w:val="24"/>
        </w:rPr>
        <w:t>б) «Будь всегда первым»;</w:t>
      </w:r>
    </w:p>
    <w:p w:rsidR="00D53D72" w:rsidRPr="0078194B" w:rsidRDefault="00D53D72" w:rsidP="0078194B">
      <w:pPr>
        <w:pStyle w:val="msonospacing0"/>
        <w:rPr>
          <w:rFonts w:ascii="Times New Roman" w:hAnsi="Times New Roman"/>
          <w:sz w:val="24"/>
          <w:szCs w:val="24"/>
        </w:rPr>
      </w:pPr>
      <w:r w:rsidRPr="0078194B">
        <w:rPr>
          <w:rFonts w:ascii="Times New Roman" w:hAnsi="Times New Roman"/>
          <w:sz w:val="24"/>
          <w:szCs w:val="24"/>
        </w:rPr>
        <w:t>в) «Спорт, здоровье, радость»</w:t>
      </w:r>
    </w:p>
    <w:p w:rsidR="00D53D72" w:rsidRDefault="00D53D72" w:rsidP="0078194B">
      <w:pPr>
        <w:pStyle w:val="msonospacing0"/>
        <w:rPr>
          <w:rFonts w:ascii="Times New Roman" w:hAnsi="Times New Roman"/>
          <w:b/>
          <w:sz w:val="28"/>
          <w:szCs w:val="24"/>
        </w:rPr>
      </w:pPr>
    </w:p>
    <w:p w:rsidR="00D53D72" w:rsidRDefault="00D53D72" w:rsidP="0078194B">
      <w:pPr>
        <w:pStyle w:val="msonospacing0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3.  Что олицетворяет Олимпийский символ – пять переплетённых колец на белом полотнище?</w:t>
      </w:r>
    </w:p>
    <w:p w:rsidR="00D53D72" w:rsidRDefault="00D53D72" w:rsidP="0078194B">
      <w:pPr>
        <w:pStyle w:val="msonospacing0"/>
        <w:rPr>
          <w:rFonts w:ascii="Times New Roman" w:hAnsi="Times New Roman"/>
          <w:sz w:val="28"/>
          <w:szCs w:val="24"/>
        </w:rPr>
      </w:pPr>
    </w:p>
    <w:p w:rsidR="00D53D72" w:rsidRPr="0078194B" w:rsidRDefault="00D53D72" w:rsidP="0078194B">
      <w:pPr>
        <w:pStyle w:val="msonospacing0"/>
        <w:rPr>
          <w:rFonts w:ascii="Times New Roman" w:hAnsi="Times New Roman"/>
          <w:sz w:val="24"/>
          <w:szCs w:val="24"/>
        </w:rPr>
      </w:pPr>
      <w:r w:rsidRPr="0078194B">
        <w:rPr>
          <w:rFonts w:ascii="Times New Roman" w:hAnsi="Times New Roman"/>
          <w:sz w:val="24"/>
          <w:szCs w:val="24"/>
        </w:rPr>
        <w:t>а) единство пяти стран;</w:t>
      </w:r>
    </w:p>
    <w:p w:rsidR="00D53D72" w:rsidRPr="0078194B" w:rsidRDefault="00D53D72" w:rsidP="0078194B">
      <w:pPr>
        <w:pStyle w:val="msonospacing0"/>
        <w:rPr>
          <w:rFonts w:ascii="Times New Roman" w:hAnsi="Times New Roman"/>
          <w:sz w:val="24"/>
          <w:szCs w:val="24"/>
        </w:rPr>
      </w:pPr>
      <w:r w:rsidRPr="0078194B">
        <w:rPr>
          <w:rFonts w:ascii="Times New Roman" w:hAnsi="Times New Roman"/>
          <w:sz w:val="24"/>
          <w:szCs w:val="24"/>
        </w:rPr>
        <w:t>б) единство пяти континентов;</w:t>
      </w:r>
    </w:p>
    <w:p w:rsidR="00D53D72" w:rsidRPr="0078194B" w:rsidRDefault="00D53D72" w:rsidP="0078194B">
      <w:pPr>
        <w:pStyle w:val="NoSpacing"/>
        <w:rPr>
          <w:b/>
        </w:rPr>
      </w:pPr>
      <w:r w:rsidRPr="0078194B">
        <w:t>в) единство участников игр</w:t>
      </w:r>
    </w:p>
    <w:p w:rsidR="00D53D72" w:rsidRPr="0078194B" w:rsidRDefault="00D53D72" w:rsidP="0078194B">
      <w:pPr>
        <w:rPr>
          <w:lang w:eastAsia="en-US"/>
        </w:rPr>
      </w:pPr>
    </w:p>
    <w:p w:rsidR="00D53D72" w:rsidRPr="0078194B" w:rsidRDefault="00D53D72" w:rsidP="0078194B">
      <w:pPr>
        <w:rPr>
          <w:lang w:eastAsia="en-US"/>
        </w:rPr>
      </w:pPr>
    </w:p>
    <w:p w:rsidR="00D53D72" w:rsidRDefault="00D53D72" w:rsidP="0078194B">
      <w:pPr>
        <w:rPr>
          <w:b/>
          <w:sz w:val="28"/>
        </w:rPr>
      </w:pPr>
      <w:r>
        <w:rPr>
          <w:b/>
          <w:color w:val="000000"/>
          <w:spacing w:val="1"/>
          <w:sz w:val="28"/>
        </w:rPr>
        <w:t>4.</w:t>
      </w:r>
      <w:r>
        <w:rPr>
          <w:b/>
          <w:sz w:val="28"/>
        </w:rPr>
        <w:t xml:space="preserve"> По какому сигналу начинались Античные Олимпийские игры.</w:t>
      </w:r>
    </w:p>
    <w:p w:rsidR="00D53D72" w:rsidRDefault="00D53D72" w:rsidP="0078194B">
      <w:pPr>
        <w:rPr>
          <w:sz w:val="28"/>
        </w:rPr>
      </w:pPr>
    </w:p>
    <w:p w:rsidR="00D53D72" w:rsidRPr="0078194B" w:rsidRDefault="00D53D72" w:rsidP="0078194B">
      <w:r w:rsidRPr="0078194B">
        <w:t>а) по свистку</w:t>
      </w:r>
    </w:p>
    <w:p w:rsidR="00D53D72" w:rsidRPr="0078194B" w:rsidRDefault="00D53D72" w:rsidP="0078194B">
      <w:r w:rsidRPr="0078194B">
        <w:t>б) по выстрелу стартового пистолета.</w:t>
      </w:r>
      <w:r w:rsidRPr="0078194B">
        <w:tab/>
      </w:r>
    </w:p>
    <w:p w:rsidR="00D53D72" w:rsidRPr="0078194B" w:rsidRDefault="00D53D72" w:rsidP="0078194B">
      <w:r w:rsidRPr="0078194B">
        <w:t xml:space="preserve">в) по звонку </w:t>
      </w:r>
    </w:p>
    <w:p w:rsidR="00D53D72" w:rsidRPr="0078194B" w:rsidRDefault="00D53D72" w:rsidP="0078194B">
      <w:r w:rsidRPr="0078194B">
        <w:t>г) по сигналу трубы.</w:t>
      </w:r>
    </w:p>
    <w:p w:rsidR="00D53D72" w:rsidRDefault="00D53D72" w:rsidP="0078194B"/>
    <w:p w:rsidR="00D53D72" w:rsidRDefault="00D53D72" w:rsidP="0078194B">
      <w:pPr>
        <w:pStyle w:val="msonospacing0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5. Где проходили зимние Олимпийские игры 2014 года?</w:t>
      </w:r>
    </w:p>
    <w:p w:rsidR="00D53D72" w:rsidRDefault="00D53D72" w:rsidP="0078194B">
      <w:pPr>
        <w:pStyle w:val="msonospacing0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 </w:t>
      </w:r>
    </w:p>
    <w:p w:rsidR="00D53D72" w:rsidRPr="0078194B" w:rsidRDefault="00D53D72" w:rsidP="0078194B">
      <w:pPr>
        <w:pStyle w:val="msonospacing0"/>
        <w:rPr>
          <w:rFonts w:ascii="Times New Roman" w:hAnsi="Times New Roman"/>
          <w:sz w:val="24"/>
          <w:szCs w:val="24"/>
        </w:rPr>
      </w:pPr>
      <w:r w:rsidRPr="0078194B">
        <w:rPr>
          <w:rFonts w:ascii="Times New Roman" w:hAnsi="Times New Roman"/>
          <w:sz w:val="24"/>
          <w:szCs w:val="24"/>
        </w:rPr>
        <w:t>а) Солт-Лейт-Сити (США)</w:t>
      </w:r>
    </w:p>
    <w:p w:rsidR="00D53D72" w:rsidRPr="0078194B" w:rsidRDefault="00D53D72" w:rsidP="0078194B">
      <w:pPr>
        <w:pStyle w:val="msonospacing0"/>
        <w:rPr>
          <w:rFonts w:ascii="Times New Roman" w:hAnsi="Times New Roman"/>
          <w:sz w:val="24"/>
          <w:szCs w:val="24"/>
        </w:rPr>
      </w:pPr>
      <w:r w:rsidRPr="0078194B">
        <w:rPr>
          <w:rFonts w:ascii="Times New Roman" w:hAnsi="Times New Roman"/>
          <w:sz w:val="24"/>
          <w:szCs w:val="24"/>
        </w:rPr>
        <w:t>б) Саппоро (Япония)</w:t>
      </w:r>
    </w:p>
    <w:p w:rsidR="00D53D72" w:rsidRPr="0078194B" w:rsidRDefault="00D53D72" w:rsidP="0078194B">
      <w:pPr>
        <w:pStyle w:val="msonospacing0"/>
        <w:rPr>
          <w:rFonts w:ascii="Times New Roman" w:hAnsi="Times New Roman"/>
          <w:sz w:val="24"/>
          <w:szCs w:val="24"/>
        </w:rPr>
      </w:pPr>
      <w:r w:rsidRPr="0078194B">
        <w:rPr>
          <w:rFonts w:ascii="Times New Roman" w:hAnsi="Times New Roman"/>
          <w:sz w:val="24"/>
          <w:szCs w:val="24"/>
        </w:rPr>
        <w:t>в) Сочи (Россия)</w:t>
      </w:r>
    </w:p>
    <w:p w:rsidR="00D53D72" w:rsidRPr="0078194B" w:rsidRDefault="00D53D72" w:rsidP="0078194B">
      <w:pPr>
        <w:pStyle w:val="msonospacing0"/>
        <w:rPr>
          <w:rFonts w:ascii="Times New Roman" w:hAnsi="Times New Roman"/>
          <w:sz w:val="24"/>
          <w:szCs w:val="24"/>
        </w:rPr>
      </w:pPr>
      <w:r w:rsidRPr="0078194B">
        <w:rPr>
          <w:rFonts w:ascii="Times New Roman" w:hAnsi="Times New Roman"/>
          <w:sz w:val="24"/>
          <w:szCs w:val="24"/>
        </w:rPr>
        <w:t>г) Инсбрук (Австрия)</w:t>
      </w:r>
    </w:p>
    <w:p w:rsidR="00D53D72" w:rsidRDefault="00D53D72" w:rsidP="0078194B">
      <w:pPr>
        <w:spacing w:before="100" w:beforeAutospacing="1" w:after="100" w:afterAutospacing="1"/>
        <w:ind w:left="75" w:right="75"/>
        <w:rPr>
          <w:sz w:val="28"/>
        </w:rPr>
      </w:pPr>
      <w:r>
        <w:rPr>
          <w:b/>
          <w:sz w:val="28"/>
        </w:rPr>
        <w:t>6. Сколько лет отделяют  Зимние Олимпийские игры в Сочи от Летних Олимпийских игр в Москве</w:t>
      </w:r>
      <w:r>
        <w:rPr>
          <w:sz w:val="28"/>
        </w:rPr>
        <w:t>?</w:t>
      </w:r>
    </w:p>
    <w:p w:rsidR="00D53D72" w:rsidRPr="0078194B" w:rsidRDefault="00D53D72" w:rsidP="0078194B">
      <w:pPr>
        <w:pStyle w:val="NoSpacing"/>
      </w:pPr>
      <w:r w:rsidRPr="0078194B">
        <w:t>а) 23;</w:t>
      </w:r>
    </w:p>
    <w:p w:rsidR="00D53D72" w:rsidRPr="0078194B" w:rsidRDefault="00D53D72" w:rsidP="0078194B">
      <w:pPr>
        <w:pStyle w:val="NoSpacing"/>
      </w:pPr>
      <w:r w:rsidRPr="0078194B">
        <w:rPr>
          <w:bCs/>
        </w:rPr>
        <w:t>б) 34;</w:t>
      </w:r>
    </w:p>
    <w:p w:rsidR="00D53D72" w:rsidRPr="0078194B" w:rsidRDefault="00D53D72" w:rsidP="0078194B">
      <w:pPr>
        <w:pStyle w:val="NoSpacing"/>
      </w:pPr>
      <w:r w:rsidRPr="0078194B">
        <w:t>в) 45;</w:t>
      </w:r>
    </w:p>
    <w:p w:rsidR="00D53D72" w:rsidRPr="0078194B" w:rsidRDefault="00D53D72" w:rsidP="0078194B">
      <w:pPr>
        <w:pStyle w:val="NoSpacing"/>
      </w:pPr>
      <w:r w:rsidRPr="0078194B">
        <w:t>г) 56.</w:t>
      </w:r>
    </w:p>
    <w:p w:rsidR="00D53D72" w:rsidRDefault="00D53D72" w:rsidP="0078194B">
      <w:pPr>
        <w:spacing w:before="100" w:beforeAutospacing="1" w:after="100" w:afterAutospacing="1"/>
        <w:ind w:left="75" w:right="75"/>
        <w:rPr>
          <w:b/>
          <w:sz w:val="28"/>
        </w:rPr>
      </w:pPr>
      <w:r>
        <w:rPr>
          <w:b/>
          <w:sz w:val="28"/>
        </w:rPr>
        <w:t>7. На дне какого российского озера побывал Олимпийский огонь?</w:t>
      </w:r>
    </w:p>
    <w:p w:rsidR="00D53D72" w:rsidRPr="0078194B" w:rsidRDefault="00D53D72" w:rsidP="0078194B">
      <w:pPr>
        <w:pStyle w:val="NoSpacing"/>
      </w:pPr>
      <w:r w:rsidRPr="0078194B">
        <w:t>а) Ладожское озеро;</w:t>
      </w:r>
    </w:p>
    <w:p w:rsidR="00D53D72" w:rsidRPr="0078194B" w:rsidRDefault="00D53D72" w:rsidP="0078194B">
      <w:pPr>
        <w:pStyle w:val="NoSpacing"/>
      </w:pPr>
      <w:r w:rsidRPr="0078194B">
        <w:t>б) Каспийское озеро-море;</w:t>
      </w:r>
    </w:p>
    <w:p w:rsidR="00D53D72" w:rsidRPr="0078194B" w:rsidRDefault="00D53D72" w:rsidP="0078194B">
      <w:pPr>
        <w:pStyle w:val="NoSpacing"/>
      </w:pPr>
      <w:r w:rsidRPr="0078194B">
        <w:rPr>
          <w:bCs/>
        </w:rPr>
        <w:t>в) Байкал;</w:t>
      </w:r>
    </w:p>
    <w:p w:rsidR="00D53D72" w:rsidRPr="0078194B" w:rsidRDefault="00D53D72" w:rsidP="0078194B">
      <w:pPr>
        <w:pStyle w:val="NoSpacing"/>
      </w:pPr>
      <w:r w:rsidRPr="0078194B">
        <w:t>г) Ильмень.</w:t>
      </w:r>
    </w:p>
    <w:p w:rsidR="00D53D72" w:rsidRDefault="00D53D72" w:rsidP="0078194B">
      <w:pPr>
        <w:spacing w:before="100" w:beforeAutospacing="1" w:after="100" w:afterAutospacing="1"/>
        <w:ind w:left="75" w:right="75"/>
        <w:rPr>
          <w:b/>
          <w:sz w:val="28"/>
        </w:rPr>
      </w:pPr>
      <w:r>
        <w:rPr>
          <w:b/>
          <w:sz w:val="28"/>
        </w:rPr>
        <w:t xml:space="preserve">8. Какое место в медальном зачёте заняла сборная </w:t>
      </w:r>
      <w:r>
        <w:rPr>
          <w:b/>
          <w:bCs/>
          <w:sz w:val="28"/>
        </w:rPr>
        <w:t>команда хозяев Олимпиады-2014?</w:t>
      </w:r>
    </w:p>
    <w:p w:rsidR="00D53D72" w:rsidRPr="0078194B" w:rsidRDefault="00D53D72" w:rsidP="0078194B">
      <w:pPr>
        <w:pStyle w:val="NoSpacing"/>
      </w:pPr>
      <w:r w:rsidRPr="0078194B">
        <w:t>а) Первое;</w:t>
      </w:r>
    </w:p>
    <w:p w:rsidR="00D53D72" w:rsidRPr="0078194B" w:rsidRDefault="00D53D72" w:rsidP="0078194B">
      <w:pPr>
        <w:pStyle w:val="NoSpacing"/>
      </w:pPr>
      <w:r w:rsidRPr="0078194B">
        <w:t>б) Второе;</w:t>
      </w:r>
    </w:p>
    <w:p w:rsidR="00D53D72" w:rsidRPr="0078194B" w:rsidRDefault="00D53D72" w:rsidP="0078194B">
      <w:pPr>
        <w:pStyle w:val="NoSpacing"/>
      </w:pPr>
      <w:r w:rsidRPr="0078194B">
        <w:t>в) Третье;</w:t>
      </w:r>
    </w:p>
    <w:p w:rsidR="00D53D72" w:rsidRPr="0078194B" w:rsidRDefault="00D53D72" w:rsidP="0078194B">
      <w:pPr>
        <w:pStyle w:val="NoSpacing"/>
      </w:pPr>
      <w:r w:rsidRPr="0078194B">
        <w:t>г) Четвёртое.</w:t>
      </w:r>
    </w:p>
    <w:p w:rsidR="00D53D72" w:rsidRPr="0078194B" w:rsidRDefault="00D53D72" w:rsidP="0078194B">
      <w:pPr>
        <w:rPr>
          <w:lang w:eastAsia="en-US"/>
        </w:rPr>
      </w:pPr>
    </w:p>
    <w:p w:rsidR="00D53D72" w:rsidRDefault="00D53D72" w:rsidP="0078194B">
      <w:pPr>
        <w:rPr>
          <w:b/>
          <w:sz w:val="28"/>
          <w:lang w:eastAsia="en-US"/>
        </w:rPr>
      </w:pPr>
    </w:p>
    <w:p w:rsidR="00D53D72" w:rsidRDefault="00D53D72" w:rsidP="0078194B">
      <w:pPr>
        <w:rPr>
          <w:b/>
          <w:sz w:val="28"/>
          <w:lang w:eastAsia="en-US"/>
        </w:rPr>
      </w:pPr>
      <w:r>
        <w:rPr>
          <w:b/>
          <w:sz w:val="28"/>
          <w:lang w:eastAsia="en-US"/>
        </w:rPr>
        <w:t xml:space="preserve">                      </w:t>
      </w:r>
    </w:p>
    <w:p w:rsidR="00D53D72" w:rsidRDefault="00D53D72" w:rsidP="0078194B">
      <w:pPr>
        <w:rPr>
          <w:b/>
          <w:sz w:val="28"/>
          <w:lang w:eastAsia="en-US"/>
        </w:rPr>
      </w:pPr>
    </w:p>
    <w:p w:rsidR="00D53D72" w:rsidRPr="0078194B" w:rsidRDefault="00D53D72" w:rsidP="0078194B">
      <w:pPr>
        <w:rPr>
          <w:b/>
          <w:sz w:val="36"/>
          <w:lang w:eastAsia="en-US"/>
        </w:rPr>
      </w:pPr>
      <w:r w:rsidRPr="0078194B">
        <w:rPr>
          <w:b/>
          <w:sz w:val="36"/>
          <w:lang w:eastAsia="en-US"/>
        </w:rPr>
        <w:t xml:space="preserve">   3.Правила  техники безопасности.</w:t>
      </w:r>
    </w:p>
    <w:p w:rsidR="00D53D72" w:rsidRPr="0078194B" w:rsidRDefault="00D53D72" w:rsidP="0078194B">
      <w:pPr>
        <w:rPr>
          <w:b/>
          <w:sz w:val="36"/>
          <w:lang w:eastAsia="en-US"/>
        </w:rPr>
      </w:pPr>
    </w:p>
    <w:p w:rsidR="00D53D72" w:rsidRDefault="00D53D72" w:rsidP="0078194B">
      <w:pPr>
        <w:rPr>
          <w:b/>
          <w:sz w:val="28"/>
        </w:rPr>
      </w:pPr>
      <w:r>
        <w:rPr>
          <w:b/>
          <w:sz w:val="28"/>
        </w:rPr>
        <w:t>1. Вход в спортивный зал</w:t>
      </w:r>
    </w:p>
    <w:p w:rsidR="00D53D72" w:rsidRDefault="00D53D72" w:rsidP="0078194B">
      <w:pPr>
        <w:rPr>
          <w:sz w:val="28"/>
        </w:rPr>
      </w:pPr>
    </w:p>
    <w:p w:rsidR="00D53D72" w:rsidRPr="0078194B" w:rsidRDefault="00D53D72" w:rsidP="0078194B">
      <w:r w:rsidRPr="0078194B">
        <w:t>а) разрешается в спортивной форме</w:t>
      </w:r>
    </w:p>
    <w:p w:rsidR="00D53D72" w:rsidRPr="0078194B" w:rsidRDefault="00D53D72" w:rsidP="0078194B">
      <w:r w:rsidRPr="0078194B">
        <w:t>б) разрешается только в присутствии преподавателя</w:t>
      </w:r>
    </w:p>
    <w:p w:rsidR="00D53D72" w:rsidRPr="0078194B" w:rsidRDefault="00D53D72" w:rsidP="0078194B">
      <w:r w:rsidRPr="0078194B">
        <w:t>в) разрешается в присутствии дежурного</w:t>
      </w:r>
    </w:p>
    <w:p w:rsidR="00D53D72" w:rsidRDefault="00D53D72" w:rsidP="0078194B">
      <w:pPr>
        <w:rPr>
          <w:b/>
          <w:sz w:val="28"/>
          <w:lang w:eastAsia="en-US"/>
        </w:rPr>
      </w:pPr>
    </w:p>
    <w:p w:rsidR="00D53D72" w:rsidRDefault="00D53D72" w:rsidP="0078194B">
      <w:pPr>
        <w:rPr>
          <w:b/>
          <w:sz w:val="28"/>
        </w:rPr>
      </w:pPr>
      <w:r>
        <w:rPr>
          <w:b/>
          <w:sz w:val="28"/>
        </w:rPr>
        <w:t>2. Главная причина травматизма</w:t>
      </w:r>
    </w:p>
    <w:p w:rsidR="00D53D72" w:rsidRDefault="00D53D72" w:rsidP="0078194B">
      <w:pPr>
        <w:rPr>
          <w:sz w:val="28"/>
        </w:rPr>
      </w:pPr>
    </w:p>
    <w:p w:rsidR="00D53D72" w:rsidRPr="0078194B" w:rsidRDefault="00D53D72" w:rsidP="0078194B">
      <w:r w:rsidRPr="0078194B">
        <w:t>а) невнимательность</w:t>
      </w:r>
    </w:p>
    <w:p w:rsidR="00D53D72" w:rsidRPr="0078194B" w:rsidRDefault="00D53D72" w:rsidP="0078194B">
      <w:pPr>
        <w:keepNext/>
        <w:outlineLvl w:val="0"/>
      </w:pPr>
      <w:r w:rsidRPr="0078194B">
        <w:t>б) нарушение дисциплины</w:t>
      </w:r>
    </w:p>
    <w:p w:rsidR="00D53D72" w:rsidRPr="0078194B" w:rsidRDefault="00D53D72" w:rsidP="0078194B">
      <w:r w:rsidRPr="0078194B">
        <w:t>в) нарушение формы одежды</w:t>
      </w:r>
    </w:p>
    <w:p w:rsidR="00D53D72" w:rsidRPr="0078194B" w:rsidRDefault="00D53D72" w:rsidP="0078194B">
      <w:pPr>
        <w:rPr>
          <w:lang w:eastAsia="en-US"/>
        </w:rPr>
      </w:pPr>
    </w:p>
    <w:p w:rsidR="00D53D72" w:rsidRDefault="00D53D72" w:rsidP="0078194B">
      <w:pPr>
        <w:rPr>
          <w:sz w:val="28"/>
          <w:lang w:eastAsia="en-US"/>
        </w:rPr>
      </w:pPr>
    </w:p>
    <w:p w:rsidR="00D53D72" w:rsidRDefault="00D53D72" w:rsidP="0078194B">
      <w:pPr>
        <w:rPr>
          <w:sz w:val="28"/>
        </w:rPr>
      </w:pPr>
      <w:r>
        <w:rPr>
          <w:b/>
          <w:sz w:val="28"/>
        </w:rPr>
        <w:t>3</w:t>
      </w:r>
      <w:r>
        <w:rPr>
          <w:sz w:val="28"/>
        </w:rPr>
        <w:t xml:space="preserve"> </w:t>
      </w:r>
      <w:r>
        <w:rPr>
          <w:b/>
          <w:sz w:val="28"/>
        </w:rPr>
        <w:t>. При выполнении физических упражнений потоком (один за другим)</w:t>
      </w:r>
    </w:p>
    <w:p w:rsidR="00D53D72" w:rsidRDefault="00D53D72" w:rsidP="0078194B">
      <w:pPr>
        <w:rPr>
          <w:sz w:val="28"/>
        </w:rPr>
      </w:pPr>
    </w:p>
    <w:p w:rsidR="00D53D72" w:rsidRPr="0078194B" w:rsidRDefault="00D53D72" w:rsidP="0078194B">
      <w:r w:rsidRPr="0078194B">
        <w:t>а) выполнять упражнение произвольно (когда захочется)</w:t>
      </w:r>
    </w:p>
    <w:p w:rsidR="00D53D72" w:rsidRPr="0078194B" w:rsidRDefault="00D53D72" w:rsidP="0078194B">
      <w:r w:rsidRPr="0078194B">
        <w:t>б) выполнять упражнение быстро</w:t>
      </w:r>
    </w:p>
    <w:p w:rsidR="00D53D72" w:rsidRPr="0078194B" w:rsidRDefault="00D53D72" w:rsidP="0078194B">
      <w:r w:rsidRPr="0078194B">
        <w:t xml:space="preserve">в) соблюдать достаточную дистанцию, чтобы не было столкновений </w:t>
      </w:r>
    </w:p>
    <w:p w:rsidR="00D53D72" w:rsidRDefault="00D53D72" w:rsidP="0078194B">
      <w:pPr>
        <w:ind w:left="360"/>
        <w:rPr>
          <w:i/>
          <w:sz w:val="28"/>
        </w:rPr>
      </w:pPr>
    </w:p>
    <w:p w:rsidR="00D53D72" w:rsidRDefault="00D53D72" w:rsidP="0078194B">
      <w:pPr>
        <w:rPr>
          <w:b/>
          <w:sz w:val="28"/>
        </w:rPr>
      </w:pPr>
      <w:r>
        <w:rPr>
          <w:b/>
          <w:sz w:val="28"/>
        </w:rPr>
        <w:t>4.Можно ли выполнять сложные двигательные действия без разминки</w:t>
      </w:r>
    </w:p>
    <w:p w:rsidR="00D53D72" w:rsidRDefault="00D53D72" w:rsidP="0078194B">
      <w:pPr>
        <w:keepNext/>
        <w:outlineLvl w:val="0"/>
        <w:rPr>
          <w:sz w:val="28"/>
        </w:rPr>
      </w:pPr>
    </w:p>
    <w:p w:rsidR="00D53D72" w:rsidRPr="0078194B" w:rsidRDefault="00D53D72" w:rsidP="0078194B">
      <w:pPr>
        <w:keepNext/>
        <w:outlineLvl w:val="0"/>
      </w:pPr>
      <w:r w:rsidRPr="0078194B">
        <w:t>а) нет</w:t>
      </w:r>
    </w:p>
    <w:p w:rsidR="00D53D72" w:rsidRPr="0078194B" w:rsidRDefault="00D53D72" w:rsidP="0078194B">
      <w:r w:rsidRPr="0078194B">
        <w:t>б) можно, но осторожно</w:t>
      </w:r>
    </w:p>
    <w:p w:rsidR="00D53D72" w:rsidRPr="0078194B" w:rsidRDefault="00D53D72" w:rsidP="0078194B">
      <w:r w:rsidRPr="0078194B">
        <w:t>в) можно</w:t>
      </w:r>
    </w:p>
    <w:p w:rsidR="00D53D72" w:rsidRDefault="00D53D72" w:rsidP="0078194B">
      <w:pPr>
        <w:rPr>
          <w:sz w:val="28"/>
          <w:lang w:eastAsia="en-US"/>
        </w:rPr>
      </w:pPr>
    </w:p>
    <w:p w:rsidR="00D53D72" w:rsidRDefault="00D53D72" w:rsidP="0078194B">
      <w:pPr>
        <w:rPr>
          <w:sz w:val="28"/>
          <w:lang w:eastAsia="en-US"/>
        </w:rPr>
      </w:pPr>
    </w:p>
    <w:p w:rsidR="00D53D72" w:rsidRPr="0078194B" w:rsidRDefault="00D53D72" w:rsidP="0078194B">
      <w:pPr>
        <w:rPr>
          <w:b/>
          <w:sz w:val="36"/>
          <w:lang w:eastAsia="en-US"/>
        </w:rPr>
      </w:pPr>
      <w:r>
        <w:rPr>
          <w:b/>
          <w:sz w:val="32"/>
          <w:lang w:eastAsia="en-US"/>
        </w:rPr>
        <w:t xml:space="preserve">  </w:t>
      </w:r>
      <w:r w:rsidRPr="0078194B">
        <w:rPr>
          <w:b/>
          <w:sz w:val="36"/>
          <w:lang w:eastAsia="en-US"/>
        </w:rPr>
        <w:t>4.Общие знания по теории и методике  физической  культуры.</w:t>
      </w:r>
    </w:p>
    <w:p w:rsidR="00D53D72" w:rsidRPr="0078194B" w:rsidRDefault="00D53D72" w:rsidP="0078194B">
      <w:pPr>
        <w:rPr>
          <w:b/>
          <w:sz w:val="32"/>
          <w:lang w:eastAsia="en-US"/>
        </w:rPr>
      </w:pPr>
    </w:p>
    <w:p w:rsidR="00D53D72" w:rsidRDefault="00D53D72" w:rsidP="0078194B">
      <w:pPr>
        <w:pStyle w:val="NoSpacing"/>
        <w:rPr>
          <w:b/>
          <w:sz w:val="28"/>
          <w:lang w:eastAsia="en-US"/>
        </w:rPr>
      </w:pPr>
      <w:r>
        <w:rPr>
          <w:b/>
          <w:spacing w:val="-1"/>
          <w:sz w:val="28"/>
        </w:rPr>
        <w:t>1</w:t>
      </w:r>
      <w:r>
        <w:rPr>
          <w:b/>
          <w:sz w:val="28"/>
        </w:rPr>
        <w:t xml:space="preserve"> . Физическая культура – это:</w:t>
      </w:r>
    </w:p>
    <w:p w:rsidR="00D53D72" w:rsidRDefault="00D53D72" w:rsidP="0078194B">
      <w:pPr>
        <w:pStyle w:val="NoSpacing"/>
        <w:rPr>
          <w:b/>
          <w:sz w:val="28"/>
        </w:rPr>
      </w:pPr>
    </w:p>
    <w:p w:rsidR="00D53D72" w:rsidRPr="0078194B" w:rsidRDefault="00D53D72" w:rsidP="0078194B">
      <w:pPr>
        <w:pStyle w:val="NoSpacing"/>
      </w:pPr>
      <w:r w:rsidRPr="0078194B">
        <w:t>а) учебный предмет в школе;</w:t>
      </w:r>
    </w:p>
    <w:p w:rsidR="00D53D72" w:rsidRPr="0078194B" w:rsidRDefault="00D53D72" w:rsidP="0078194B">
      <w:pPr>
        <w:pStyle w:val="NoSpacing"/>
      </w:pPr>
      <w:r w:rsidRPr="0078194B">
        <w:t>б) выполнение упражнений;</w:t>
      </w:r>
    </w:p>
    <w:p w:rsidR="00D53D72" w:rsidRDefault="00D53D72" w:rsidP="0078194B">
      <w:pPr>
        <w:pStyle w:val="NoSpacing"/>
        <w:rPr>
          <w:sz w:val="28"/>
        </w:rPr>
      </w:pPr>
      <w:r w:rsidRPr="0078194B">
        <w:t>в) часть человеческой культуры</w:t>
      </w:r>
    </w:p>
    <w:p w:rsidR="00D53D72" w:rsidRDefault="00D53D72" w:rsidP="0078194B">
      <w:pPr>
        <w:rPr>
          <w:sz w:val="32"/>
          <w:lang w:eastAsia="en-US"/>
        </w:rPr>
      </w:pPr>
    </w:p>
    <w:p w:rsidR="00D53D72" w:rsidRDefault="00D53D72" w:rsidP="0078194B">
      <w:pPr>
        <w:pStyle w:val="NoSpacing"/>
        <w:rPr>
          <w:spacing w:val="1"/>
          <w:sz w:val="28"/>
          <w:lang w:eastAsia="en-US"/>
        </w:rPr>
      </w:pPr>
      <w:r>
        <w:rPr>
          <w:b/>
          <w:spacing w:val="1"/>
          <w:sz w:val="28"/>
        </w:rPr>
        <w:t>2. Освоение двигательного действия следует начинать с...</w:t>
      </w:r>
    </w:p>
    <w:p w:rsidR="00D53D72" w:rsidRDefault="00D53D72" w:rsidP="0078194B">
      <w:pPr>
        <w:pStyle w:val="NoSpacing"/>
        <w:rPr>
          <w:b/>
          <w:spacing w:val="-6"/>
          <w:sz w:val="28"/>
        </w:rPr>
      </w:pPr>
    </w:p>
    <w:p w:rsidR="00D53D72" w:rsidRPr="0078194B" w:rsidRDefault="00D53D72" w:rsidP="0078194B">
      <w:pPr>
        <w:pStyle w:val="NoSpacing"/>
      </w:pPr>
      <w:r w:rsidRPr="0078194B">
        <w:rPr>
          <w:spacing w:val="-6"/>
        </w:rPr>
        <w:t xml:space="preserve">а) </w:t>
      </w:r>
      <w:r w:rsidRPr="0078194B">
        <w:rPr>
          <w:spacing w:val="-4"/>
        </w:rPr>
        <w:t>формирования представления об общем смысле дан</w:t>
      </w:r>
      <w:r w:rsidRPr="0078194B">
        <w:rPr>
          <w:spacing w:val="-5"/>
        </w:rPr>
        <w:t>ного способа решения двигательной задачи.</w:t>
      </w:r>
    </w:p>
    <w:p w:rsidR="00D53D72" w:rsidRPr="0078194B" w:rsidRDefault="00D53D72" w:rsidP="0078194B">
      <w:pPr>
        <w:pStyle w:val="NoSpacing"/>
      </w:pPr>
      <w:r w:rsidRPr="0078194B">
        <w:rPr>
          <w:spacing w:val="-13"/>
        </w:rPr>
        <w:t xml:space="preserve">б.) </w:t>
      </w:r>
      <w:r w:rsidRPr="0078194B">
        <w:rPr>
          <w:spacing w:val="-3"/>
        </w:rPr>
        <w:t>выполнения двигательного действия в упрощенной</w:t>
      </w:r>
      <w:r w:rsidRPr="0078194B">
        <w:rPr>
          <w:spacing w:val="-3"/>
        </w:rPr>
        <w:br/>
      </w:r>
      <w:r w:rsidRPr="0078194B">
        <w:rPr>
          <w:spacing w:val="-6"/>
        </w:rPr>
        <w:t>форме и в замедленном темпе.</w:t>
      </w:r>
    </w:p>
    <w:p w:rsidR="00D53D72" w:rsidRPr="0078194B" w:rsidRDefault="00D53D72" w:rsidP="0078194B">
      <w:pPr>
        <w:pStyle w:val="NoSpacing"/>
      </w:pPr>
      <w:r w:rsidRPr="0078194B">
        <w:rPr>
          <w:spacing w:val="-6"/>
        </w:rPr>
        <w:t xml:space="preserve">в) </w:t>
      </w:r>
      <w:r w:rsidRPr="0078194B">
        <w:rPr>
          <w:spacing w:val="-5"/>
        </w:rPr>
        <w:t>устранения ошибок при выполнении подготовитель</w:t>
      </w:r>
      <w:r w:rsidRPr="0078194B">
        <w:rPr>
          <w:spacing w:val="-5"/>
        </w:rPr>
        <w:softHyphen/>
      </w:r>
      <w:r w:rsidRPr="0078194B">
        <w:rPr>
          <w:spacing w:val="-6"/>
        </w:rPr>
        <w:t>ных и подводящих упражнений.</w:t>
      </w:r>
    </w:p>
    <w:p w:rsidR="00D53D72" w:rsidRPr="0078194B" w:rsidRDefault="00D53D72" w:rsidP="0078194B">
      <w:pPr>
        <w:pStyle w:val="NoSpacing"/>
        <w:rPr>
          <w:spacing w:val="-1"/>
        </w:rPr>
      </w:pPr>
    </w:p>
    <w:p w:rsidR="00D53D72" w:rsidRDefault="00D53D72" w:rsidP="0078194B">
      <w:pPr>
        <w:pStyle w:val="NoSpacing"/>
        <w:rPr>
          <w:b/>
          <w:sz w:val="28"/>
        </w:rPr>
      </w:pPr>
      <w:r>
        <w:rPr>
          <w:b/>
          <w:sz w:val="28"/>
        </w:rPr>
        <w:t>3. Какое физическое качество развивается при длительном беге в медленном темпе?</w:t>
      </w:r>
    </w:p>
    <w:p w:rsidR="00D53D72" w:rsidRDefault="00D53D72" w:rsidP="0078194B">
      <w:pPr>
        <w:rPr>
          <w:sz w:val="28"/>
        </w:rPr>
      </w:pPr>
    </w:p>
    <w:p w:rsidR="00D53D72" w:rsidRPr="0078194B" w:rsidRDefault="00D53D72" w:rsidP="0078194B">
      <w:r w:rsidRPr="0078194B">
        <w:t>а) сила</w:t>
      </w:r>
    </w:p>
    <w:p w:rsidR="00D53D72" w:rsidRPr="0078194B" w:rsidRDefault="00D53D72" w:rsidP="0078194B">
      <w:r w:rsidRPr="0078194B">
        <w:t>б) выносливость</w:t>
      </w:r>
    </w:p>
    <w:p w:rsidR="00D53D72" w:rsidRPr="0078194B" w:rsidRDefault="00D53D72" w:rsidP="0078194B">
      <w:r w:rsidRPr="0078194B">
        <w:t>в) быстрота</w:t>
      </w:r>
    </w:p>
    <w:p w:rsidR="00D53D72" w:rsidRDefault="00D53D72" w:rsidP="0078194B">
      <w:pPr>
        <w:pStyle w:val="NoSpacing"/>
        <w:rPr>
          <w:sz w:val="28"/>
        </w:rPr>
      </w:pPr>
    </w:p>
    <w:p w:rsidR="00D53D72" w:rsidRDefault="00D53D72" w:rsidP="0078194B">
      <w:pPr>
        <w:pStyle w:val="NoSpacing"/>
        <w:rPr>
          <w:b/>
          <w:sz w:val="28"/>
        </w:rPr>
      </w:pPr>
      <w:r>
        <w:rPr>
          <w:b/>
          <w:sz w:val="28"/>
        </w:rPr>
        <w:t>4. Родиной баскетбола является….</w:t>
      </w:r>
    </w:p>
    <w:p w:rsidR="00D53D72" w:rsidRDefault="00D53D72" w:rsidP="0078194B">
      <w:pPr>
        <w:rPr>
          <w:sz w:val="28"/>
        </w:rPr>
      </w:pPr>
      <w:r>
        <w:rPr>
          <w:sz w:val="28"/>
        </w:rPr>
        <w:t xml:space="preserve">  </w:t>
      </w:r>
    </w:p>
    <w:p w:rsidR="00D53D72" w:rsidRPr="00536A78" w:rsidRDefault="00D53D72" w:rsidP="0078194B">
      <w:r w:rsidRPr="00536A78">
        <w:t>а) Россия;</w:t>
      </w:r>
    </w:p>
    <w:p w:rsidR="00D53D72" w:rsidRPr="00536A78" w:rsidRDefault="00D53D72" w:rsidP="0078194B">
      <w:pPr>
        <w:rPr>
          <w:b/>
        </w:rPr>
      </w:pPr>
      <w:r w:rsidRPr="00536A78">
        <w:t>б) США</w:t>
      </w:r>
      <w:r w:rsidRPr="00536A78">
        <w:rPr>
          <w:b/>
        </w:rPr>
        <w:t>;</w:t>
      </w:r>
    </w:p>
    <w:p w:rsidR="00D53D72" w:rsidRPr="00536A78" w:rsidRDefault="00D53D72" w:rsidP="0078194B">
      <w:r w:rsidRPr="00536A78">
        <w:t>г) Франция.</w:t>
      </w:r>
    </w:p>
    <w:p w:rsidR="00D53D72" w:rsidRPr="00536A78" w:rsidRDefault="00D53D72" w:rsidP="0078194B">
      <w:r w:rsidRPr="00536A78">
        <w:t>в) Англия;</w:t>
      </w:r>
    </w:p>
    <w:p w:rsidR="00D53D72" w:rsidRDefault="00D53D72" w:rsidP="0078194B">
      <w:pPr>
        <w:rPr>
          <w:sz w:val="28"/>
          <w:lang w:eastAsia="en-US"/>
        </w:rPr>
      </w:pPr>
    </w:p>
    <w:p w:rsidR="00D53D72" w:rsidRDefault="00D53D72" w:rsidP="0078194B">
      <w:pPr>
        <w:pStyle w:val="NoSpacing"/>
        <w:rPr>
          <w:b/>
          <w:sz w:val="28"/>
          <w:lang w:eastAsia="en-US"/>
        </w:rPr>
      </w:pPr>
      <w:r>
        <w:rPr>
          <w:b/>
          <w:sz w:val="28"/>
        </w:rPr>
        <w:t>5. Легкая атлетика – вид спорта, включающий в себя……</w:t>
      </w:r>
    </w:p>
    <w:p w:rsidR="00D53D72" w:rsidRDefault="00D53D72" w:rsidP="0078194B">
      <w:pPr>
        <w:rPr>
          <w:sz w:val="28"/>
        </w:rPr>
      </w:pPr>
      <w:r>
        <w:rPr>
          <w:sz w:val="28"/>
        </w:rPr>
        <w:t xml:space="preserve"> </w:t>
      </w:r>
    </w:p>
    <w:p w:rsidR="00D53D72" w:rsidRPr="00536A78" w:rsidRDefault="00D53D72" w:rsidP="0078194B">
      <w:r w:rsidRPr="00536A78">
        <w:t>а) ходьбу и бег;</w:t>
      </w:r>
    </w:p>
    <w:p w:rsidR="00D53D72" w:rsidRPr="00536A78" w:rsidRDefault="00D53D72" w:rsidP="0078194B">
      <w:r w:rsidRPr="00536A78">
        <w:t>б) бег и прыжки;</w:t>
      </w:r>
    </w:p>
    <w:p w:rsidR="00D53D72" w:rsidRPr="00536A78" w:rsidRDefault="00D53D72" w:rsidP="0078194B">
      <w:r w:rsidRPr="00536A78">
        <w:t>в) бег, прыжки и метания;</w:t>
      </w:r>
    </w:p>
    <w:p w:rsidR="00D53D72" w:rsidRPr="00536A78" w:rsidRDefault="00D53D72" w:rsidP="0078194B">
      <w:r w:rsidRPr="00536A78">
        <w:t>г) ходьбу, бег, прыжки и метания</w:t>
      </w:r>
    </w:p>
    <w:p w:rsidR="00D53D72" w:rsidRPr="00536A78" w:rsidRDefault="00D53D72" w:rsidP="0078194B">
      <w:pPr>
        <w:rPr>
          <w:lang w:eastAsia="en-US"/>
        </w:rPr>
      </w:pPr>
    </w:p>
    <w:p w:rsidR="00D53D72" w:rsidRDefault="00D53D72" w:rsidP="0078194B">
      <w:pPr>
        <w:pStyle w:val="NoSpacing"/>
        <w:rPr>
          <w:b/>
          <w:i/>
          <w:sz w:val="28"/>
          <w:lang w:eastAsia="en-US"/>
        </w:rPr>
      </w:pPr>
      <w:r>
        <w:rPr>
          <w:b/>
          <w:sz w:val="28"/>
        </w:rPr>
        <w:t xml:space="preserve">6. Выход запасного игрока на площадку вместо игрока основного состава в футболе обозначается как... </w:t>
      </w:r>
    </w:p>
    <w:p w:rsidR="00D53D72" w:rsidRDefault="00D53D72" w:rsidP="0078194B">
      <w:pPr>
        <w:rPr>
          <w:sz w:val="28"/>
        </w:rPr>
      </w:pPr>
    </w:p>
    <w:p w:rsidR="00D53D72" w:rsidRDefault="00D53D72" w:rsidP="0078194B">
      <w:pPr>
        <w:rPr>
          <w:sz w:val="28"/>
        </w:rPr>
      </w:pPr>
    </w:p>
    <w:p w:rsidR="00D53D72" w:rsidRDefault="00D53D72" w:rsidP="0078194B">
      <w:pPr>
        <w:rPr>
          <w:sz w:val="28"/>
        </w:rPr>
      </w:pPr>
    </w:p>
    <w:p w:rsidR="00D53D72" w:rsidRDefault="00D53D72" w:rsidP="0078194B">
      <w:pPr>
        <w:rPr>
          <w:sz w:val="28"/>
        </w:rPr>
      </w:pPr>
    </w:p>
    <w:p w:rsidR="00D53D72" w:rsidRDefault="00D53D72" w:rsidP="0078194B">
      <w:pPr>
        <w:rPr>
          <w:b/>
          <w:bCs/>
          <w:sz w:val="28"/>
        </w:rPr>
      </w:pPr>
      <w:r>
        <w:rPr>
          <w:b/>
          <w:bCs/>
          <w:sz w:val="28"/>
        </w:rPr>
        <w:t>Ключи:</w:t>
      </w:r>
    </w:p>
    <w:p w:rsidR="00D53D72" w:rsidRDefault="00D53D72" w:rsidP="0078194B">
      <w:pPr>
        <w:rPr>
          <w:b/>
          <w:bCs/>
        </w:rPr>
      </w:pPr>
      <w:r>
        <w:rPr>
          <w:b/>
          <w:bCs/>
          <w:sz w:val="28"/>
        </w:rPr>
        <w:t>1.</w:t>
      </w:r>
      <w:r w:rsidRPr="00B035D4">
        <w:rPr>
          <w:b/>
          <w:bCs/>
          <w:sz w:val="36"/>
        </w:rPr>
        <w:t xml:space="preserve"> </w:t>
      </w:r>
      <w:r>
        <w:rPr>
          <w:b/>
          <w:bCs/>
        </w:rPr>
        <w:t>Здоровый образ жизни.</w:t>
      </w:r>
    </w:p>
    <w:p w:rsidR="00D53D72" w:rsidRPr="002B18F9" w:rsidRDefault="00D53D72" w:rsidP="0078194B">
      <w:r w:rsidRPr="002B18F9">
        <w:t>1-б</w:t>
      </w:r>
    </w:p>
    <w:p w:rsidR="00D53D72" w:rsidRPr="002B18F9" w:rsidRDefault="00D53D72" w:rsidP="0078194B">
      <w:r w:rsidRPr="002B18F9">
        <w:t>2-а</w:t>
      </w:r>
    </w:p>
    <w:p w:rsidR="00D53D72" w:rsidRPr="002B18F9" w:rsidRDefault="00D53D72" w:rsidP="0078194B">
      <w:r w:rsidRPr="002B18F9">
        <w:t>3-б</w:t>
      </w:r>
    </w:p>
    <w:p w:rsidR="00D53D72" w:rsidRPr="002B18F9" w:rsidRDefault="00D53D72" w:rsidP="0078194B">
      <w:r w:rsidRPr="002B18F9">
        <w:t>4-б</w:t>
      </w:r>
    </w:p>
    <w:p w:rsidR="00D53D72" w:rsidRPr="002B18F9" w:rsidRDefault="00D53D72" w:rsidP="0078194B">
      <w:r w:rsidRPr="002B18F9">
        <w:t>5-г</w:t>
      </w:r>
    </w:p>
    <w:p w:rsidR="00D53D72" w:rsidRPr="002B18F9" w:rsidRDefault="00D53D72" w:rsidP="0078194B">
      <w:r w:rsidRPr="002B18F9">
        <w:t>6-в</w:t>
      </w:r>
    </w:p>
    <w:p w:rsidR="00D53D72" w:rsidRPr="002B18F9" w:rsidRDefault="00D53D72" w:rsidP="0078194B">
      <w:r w:rsidRPr="002B18F9">
        <w:t>7-г</w:t>
      </w:r>
    </w:p>
    <w:p w:rsidR="00D53D72" w:rsidRPr="002B18F9" w:rsidRDefault="00D53D72" w:rsidP="0078194B">
      <w:r w:rsidRPr="002B18F9">
        <w:t>8-б</w:t>
      </w:r>
    </w:p>
    <w:p w:rsidR="00D53D72" w:rsidRDefault="00D53D72" w:rsidP="0078194B">
      <w:pPr>
        <w:rPr>
          <w:sz w:val="28"/>
        </w:rPr>
      </w:pPr>
    </w:p>
    <w:p w:rsidR="00D53D72" w:rsidRPr="002B18F9" w:rsidRDefault="00D53D72" w:rsidP="002B18F9">
      <w:pPr>
        <w:pStyle w:val="Default"/>
        <w:jc w:val="both"/>
        <w:rPr>
          <w:b/>
          <w:bCs/>
        </w:rPr>
      </w:pPr>
      <w:r w:rsidRPr="002B18F9">
        <w:rPr>
          <w:b/>
        </w:rPr>
        <w:t>2.Олимпийские знания.</w:t>
      </w:r>
    </w:p>
    <w:p w:rsidR="00D53D72" w:rsidRPr="002B18F9" w:rsidRDefault="00D53D72" w:rsidP="002B18F9">
      <w:pPr>
        <w:pStyle w:val="Default"/>
        <w:jc w:val="both"/>
      </w:pPr>
      <w:r w:rsidRPr="002B18F9">
        <w:t>1-а</w:t>
      </w:r>
    </w:p>
    <w:p w:rsidR="00D53D72" w:rsidRPr="002B18F9" w:rsidRDefault="00D53D72" w:rsidP="002B18F9">
      <w:pPr>
        <w:pStyle w:val="Default"/>
        <w:jc w:val="both"/>
      </w:pPr>
      <w:r w:rsidRPr="002B18F9">
        <w:t>2-а</w:t>
      </w:r>
    </w:p>
    <w:p w:rsidR="00D53D72" w:rsidRPr="002B18F9" w:rsidRDefault="00D53D72" w:rsidP="002B18F9">
      <w:pPr>
        <w:pStyle w:val="Default"/>
        <w:jc w:val="both"/>
      </w:pPr>
      <w:r w:rsidRPr="002B18F9">
        <w:t>3-б</w:t>
      </w:r>
    </w:p>
    <w:p w:rsidR="00D53D72" w:rsidRPr="002B18F9" w:rsidRDefault="00D53D72" w:rsidP="002B18F9">
      <w:pPr>
        <w:pStyle w:val="Default"/>
        <w:jc w:val="both"/>
      </w:pPr>
      <w:r w:rsidRPr="002B18F9">
        <w:t>4-г</w:t>
      </w:r>
    </w:p>
    <w:p w:rsidR="00D53D72" w:rsidRPr="002B18F9" w:rsidRDefault="00D53D72" w:rsidP="002B18F9">
      <w:pPr>
        <w:pStyle w:val="Default"/>
        <w:jc w:val="both"/>
      </w:pPr>
      <w:r w:rsidRPr="002B18F9">
        <w:t>5-в</w:t>
      </w:r>
    </w:p>
    <w:p w:rsidR="00D53D72" w:rsidRPr="002B18F9" w:rsidRDefault="00D53D72" w:rsidP="002B18F9">
      <w:pPr>
        <w:pStyle w:val="Default"/>
        <w:jc w:val="both"/>
      </w:pPr>
      <w:r w:rsidRPr="002B18F9">
        <w:t>6-б</w:t>
      </w:r>
    </w:p>
    <w:p w:rsidR="00D53D72" w:rsidRPr="002B18F9" w:rsidRDefault="00D53D72" w:rsidP="002B18F9">
      <w:pPr>
        <w:pStyle w:val="Default"/>
        <w:jc w:val="both"/>
      </w:pPr>
      <w:r w:rsidRPr="002B18F9">
        <w:t>7-в</w:t>
      </w:r>
    </w:p>
    <w:p w:rsidR="00D53D72" w:rsidRPr="002B18F9" w:rsidRDefault="00D53D72" w:rsidP="002B18F9">
      <w:pPr>
        <w:pStyle w:val="Default"/>
        <w:jc w:val="both"/>
      </w:pPr>
      <w:r w:rsidRPr="002B18F9">
        <w:t>8-а</w:t>
      </w:r>
    </w:p>
    <w:p w:rsidR="00D53D72" w:rsidRDefault="00D53D72" w:rsidP="00B877EF">
      <w:pPr>
        <w:pStyle w:val="Default"/>
        <w:ind w:firstLine="700"/>
        <w:jc w:val="both"/>
        <w:rPr>
          <w:b/>
          <w:bCs/>
          <w:sz w:val="28"/>
          <w:szCs w:val="28"/>
        </w:rPr>
      </w:pPr>
    </w:p>
    <w:p w:rsidR="00D53D72" w:rsidRPr="002B18F9" w:rsidRDefault="00D53D72" w:rsidP="002B18F9">
      <w:pPr>
        <w:pStyle w:val="Default"/>
        <w:jc w:val="both"/>
        <w:rPr>
          <w:b/>
          <w:bCs/>
        </w:rPr>
      </w:pPr>
      <w:r w:rsidRPr="002B18F9">
        <w:rPr>
          <w:b/>
          <w:lang w:eastAsia="en-US"/>
        </w:rPr>
        <w:t>3.Правила  техники безопасности.</w:t>
      </w:r>
    </w:p>
    <w:p w:rsidR="00D53D72" w:rsidRDefault="00D53D72" w:rsidP="00B877EF">
      <w:pPr>
        <w:pStyle w:val="Default"/>
        <w:ind w:firstLine="700"/>
        <w:jc w:val="both"/>
        <w:rPr>
          <w:b/>
          <w:bCs/>
          <w:sz w:val="28"/>
          <w:szCs w:val="28"/>
        </w:rPr>
      </w:pPr>
    </w:p>
    <w:p w:rsidR="00D53D72" w:rsidRPr="002B18F9" w:rsidRDefault="00D53D72" w:rsidP="002B18F9">
      <w:pPr>
        <w:pStyle w:val="Default"/>
        <w:jc w:val="both"/>
      </w:pPr>
      <w:r w:rsidRPr="002B18F9">
        <w:t>1-а</w:t>
      </w:r>
    </w:p>
    <w:p w:rsidR="00D53D72" w:rsidRPr="002B18F9" w:rsidRDefault="00D53D72" w:rsidP="002B18F9">
      <w:pPr>
        <w:pStyle w:val="Default"/>
        <w:jc w:val="both"/>
      </w:pPr>
      <w:r w:rsidRPr="002B18F9">
        <w:t>2-б</w:t>
      </w:r>
    </w:p>
    <w:p w:rsidR="00D53D72" w:rsidRPr="002B18F9" w:rsidRDefault="00D53D72" w:rsidP="002B18F9">
      <w:pPr>
        <w:pStyle w:val="Default"/>
        <w:jc w:val="both"/>
      </w:pPr>
      <w:r w:rsidRPr="002B18F9">
        <w:t>3-в</w:t>
      </w:r>
    </w:p>
    <w:p w:rsidR="00D53D72" w:rsidRPr="002B18F9" w:rsidRDefault="00D53D72" w:rsidP="002B18F9">
      <w:pPr>
        <w:pStyle w:val="Default"/>
        <w:jc w:val="both"/>
      </w:pPr>
      <w:r w:rsidRPr="002B18F9">
        <w:t>4-а</w:t>
      </w:r>
    </w:p>
    <w:p w:rsidR="00D53D72" w:rsidRPr="002B18F9" w:rsidRDefault="00D53D72" w:rsidP="002B18F9">
      <w:pPr>
        <w:rPr>
          <w:b/>
          <w:lang w:eastAsia="en-US"/>
        </w:rPr>
      </w:pPr>
      <w:r w:rsidRPr="002B18F9">
        <w:rPr>
          <w:b/>
          <w:lang w:eastAsia="en-US"/>
        </w:rPr>
        <w:t xml:space="preserve">  4.Общие знания по теории и методике  физической  культуры.</w:t>
      </w:r>
    </w:p>
    <w:p w:rsidR="00D53D72" w:rsidRDefault="00D53D72" w:rsidP="00B877EF">
      <w:pPr>
        <w:pStyle w:val="Default"/>
        <w:ind w:firstLine="700"/>
        <w:jc w:val="both"/>
        <w:rPr>
          <w:b/>
          <w:bCs/>
          <w:sz w:val="28"/>
          <w:szCs w:val="28"/>
        </w:rPr>
      </w:pPr>
    </w:p>
    <w:p w:rsidR="00D53D72" w:rsidRPr="002B18F9" w:rsidRDefault="00D53D72" w:rsidP="002B18F9">
      <w:pPr>
        <w:pStyle w:val="Default"/>
        <w:jc w:val="both"/>
      </w:pPr>
      <w:r w:rsidRPr="002B18F9">
        <w:t>1-в</w:t>
      </w:r>
    </w:p>
    <w:p w:rsidR="00D53D72" w:rsidRPr="002B18F9" w:rsidRDefault="00D53D72" w:rsidP="002B18F9">
      <w:pPr>
        <w:pStyle w:val="Default"/>
        <w:jc w:val="both"/>
      </w:pPr>
      <w:r w:rsidRPr="002B18F9">
        <w:t>2-а</w:t>
      </w:r>
    </w:p>
    <w:p w:rsidR="00D53D72" w:rsidRPr="002B18F9" w:rsidRDefault="00D53D72" w:rsidP="002B18F9">
      <w:pPr>
        <w:pStyle w:val="Default"/>
        <w:jc w:val="both"/>
      </w:pPr>
      <w:r w:rsidRPr="002B18F9">
        <w:t>3-б</w:t>
      </w:r>
    </w:p>
    <w:p w:rsidR="00D53D72" w:rsidRPr="002B18F9" w:rsidRDefault="00D53D72" w:rsidP="002B18F9">
      <w:pPr>
        <w:pStyle w:val="Default"/>
        <w:jc w:val="both"/>
      </w:pPr>
      <w:r w:rsidRPr="002B18F9">
        <w:t>4-б</w:t>
      </w:r>
    </w:p>
    <w:p w:rsidR="00D53D72" w:rsidRPr="002B18F9" w:rsidRDefault="00D53D72" w:rsidP="002B18F9">
      <w:pPr>
        <w:pStyle w:val="Default"/>
        <w:jc w:val="both"/>
      </w:pPr>
      <w:r w:rsidRPr="002B18F9">
        <w:t>5-г</w:t>
      </w:r>
    </w:p>
    <w:p w:rsidR="00D53D72" w:rsidRPr="002B18F9" w:rsidRDefault="00D53D72" w:rsidP="002B18F9">
      <w:pPr>
        <w:pStyle w:val="Default"/>
        <w:jc w:val="both"/>
      </w:pPr>
      <w:r w:rsidRPr="002B18F9">
        <w:t>6-замена</w:t>
      </w:r>
    </w:p>
    <w:p w:rsidR="00D53D72" w:rsidRDefault="00D53D72" w:rsidP="002B18F9">
      <w:pPr>
        <w:pStyle w:val="Default"/>
        <w:jc w:val="both"/>
        <w:rPr>
          <w:b/>
          <w:bCs/>
          <w:sz w:val="28"/>
          <w:szCs w:val="28"/>
        </w:rPr>
      </w:pPr>
    </w:p>
    <w:p w:rsidR="00D53D72" w:rsidRDefault="00D53D72" w:rsidP="00B877EF">
      <w:pPr>
        <w:pStyle w:val="Default"/>
        <w:ind w:firstLine="700"/>
        <w:jc w:val="both"/>
        <w:rPr>
          <w:b/>
          <w:bCs/>
          <w:sz w:val="28"/>
          <w:szCs w:val="28"/>
        </w:rPr>
      </w:pPr>
    </w:p>
    <w:p w:rsidR="00D53D72" w:rsidRDefault="00D53D72" w:rsidP="00016919">
      <w:pPr>
        <w:pStyle w:val="Default"/>
        <w:rPr>
          <w:b/>
          <w:bCs/>
        </w:rPr>
      </w:pPr>
      <w:r>
        <w:rPr>
          <w:b/>
          <w:bCs/>
          <w:color w:val="auto"/>
        </w:rPr>
        <w:t xml:space="preserve">                                        </w:t>
      </w:r>
      <w:r>
        <w:rPr>
          <w:b/>
          <w:bCs/>
        </w:rPr>
        <w:t>Используемая литература:</w:t>
      </w:r>
    </w:p>
    <w:p w:rsidR="00D53D72" w:rsidRDefault="00D53D72" w:rsidP="00016919">
      <w:pPr>
        <w:pStyle w:val="Default"/>
        <w:jc w:val="both"/>
        <w:rPr>
          <w:b/>
          <w:bCs/>
        </w:rPr>
      </w:pPr>
    </w:p>
    <w:p w:rsidR="00D53D72" w:rsidRDefault="00D53D72" w:rsidP="00016919">
      <w:pPr>
        <w:pStyle w:val="NoSpacing"/>
        <w:numPr>
          <w:ilvl w:val="0"/>
          <w:numId w:val="2"/>
        </w:numPr>
        <w:jc w:val="both"/>
      </w:pPr>
      <w:r>
        <w:t>Лях В.И. Программы общеобразовательных учреждений: комплексная программа по физическому воспитанию: 1–11 кл. / В. И. Лях, А. А. Зданевич; под общ. ред. В. И. Ляха. — 7-е изд. — М.: Просвещение, 2010</w:t>
      </w:r>
    </w:p>
    <w:p w:rsidR="00D53D72" w:rsidRDefault="00D53D72" w:rsidP="00016919">
      <w:pPr>
        <w:pStyle w:val="NoSpacing"/>
        <w:ind w:left="480"/>
        <w:jc w:val="both"/>
      </w:pPr>
    </w:p>
    <w:p w:rsidR="00D53D72" w:rsidRDefault="00D53D72" w:rsidP="00016919">
      <w:pPr>
        <w:pStyle w:val="NoSpacing"/>
        <w:numPr>
          <w:ilvl w:val="0"/>
          <w:numId w:val="2"/>
        </w:numPr>
        <w:jc w:val="both"/>
      </w:pPr>
      <w:r>
        <w:t>Лях В.И. Физическая культура. Рабочие программы. Предметная линия учебников М.Я.Виленского, В.И.Ляха. 5-9  классы: пособие для учителей общеобразовательных учреждений / В.И.Лях. – М.: Просвещение 2014</w:t>
      </w:r>
    </w:p>
    <w:p w:rsidR="00D53D72" w:rsidRDefault="00D53D72" w:rsidP="00016919">
      <w:pPr>
        <w:pStyle w:val="NoSpacing"/>
        <w:jc w:val="both"/>
      </w:pPr>
    </w:p>
    <w:p w:rsidR="00D53D72" w:rsidRDefault="00D53D72" w:rsidP="00016919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Физическая культура 5-6-7 классы. Учебник для общеобразовательных организаций. В.И. Лях. - М., «Просвещение» 2014</w:t>
      </w:r>
    </w:p>
    <w:p w:rsidR="00D53D72" w:rsidRDefault="00D53D72" w:rsidP="00B877EF">
      <w:pPr>
        <w:pStyle w:val="Default"/>
        <w:ind w:firstLine="700"/>
        <w:jc w:val="both"/>
        <w:rPr>
          <w:b/>
          <w:bCs/>
          <w:sz w:val="28"/>
          <w:szCs w:val="28"/>
        </w:rPr>
      </w:pPr>
    </w:p>
    <w:p w:rsidR="00D53D72" w:rsidRDefault="00D53D72" w:rsidP="007C2F69">
      <w:pPr>
        <w:pStyle w:val="Default"/>
        <w:ind w:firstLine="700"/>
        <w:jc w:val="center"/>
        <w:rPr>
          <w:b/>
          <w:bCs/>
          <w:sz w:val="28"/>
          <w:szCs w:val="28"/>
        </w:rPr>
      </w:pPr>
    </w:p>
    <w:p w:rsidR="00D53D72" w:rsidRPr="00BA4679" w:rsidRDefault="00D53D72" w:rsidP="007C2F69">
      <w:pPr>
        <w:pStyle w:val="ListParagraph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Практическая часть</w:t>
      </w:r>
      <w:r w:rsidRPr="00BA4679">
        <w:rPr>
          <w:rFonts w:ascii="Times New Roman" w:hAnsi="Times New Roman"/>
          <w:b/>
          <w:sz w:val="28"/>
          <w:szCs w:val="28"/>
        </w:rPr>
        <w:t xml:space="preserve"> для учащихся 6 классов</w:t>
      </w:r>
    </w:p>
    <w:tbl>
      <w:tblPr>
        <w:tblW w:w="0" w:type="auto"/>
        <w:tblInd w:w="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793"/>
        <w:gridCol w:w="1046"/>
        <w:gridCol w:w="1100"/>
        <w:gridCol w:w="958"/>
        <w:gridCol w:w="958"/>
        <w:gridCol w:w="1100"/>
        <w:gridCol w:w="958"/>
      </w:tblGrid>
      <w:tr w:rsidR="00D53D72" w:rsidRPr="006169BD" w:rsidTr="00D22B58">
        <w:tc>
          <w:tcPr>
            <w:tcW w:w="3118" w:type="dxa"/>
            <w:vMerge w:val="restart"/>
          </w:tcPr>
          <w:p w:rsidR="00D53D72" w:rsidRPr="006169BD" w:rsidRDefault="00D53D72" w:rsidP="00D22B58">
            <w:pPr>
              <w:jc w:val="both"/>
              <w:rPr>
                <w:b/>
                <w:sz w:val="28"/>
                <w:szCs w:val="28"/>
              </w:rPr>
            </w:pPr>
            <w:r w:rsidRPr="006169BD">
              <w:rPr>
                <w:b/>
                <w:sz w:val="28"/>
                <w:szCs w:val="28"/>
              </w:rPr>
              <w:t>Нормативы</w:t>
            </w:r>
          </w:p>
        </w:tc>
        <w:tc>
          <w:tcPr>
            <w:tcW w:w="3516" w:type="dxa"/>
            <w:gridSpan w:val="3"/>
          </w:tcPr>
          <w:p w:rsidR="00D53D72" w:rsidRPr="006169BD" w:rsidRDefault="00D53D72" w:rsidP="00D22B58">
            <w:pPr>
              <w:jc w:val="both"/>
              <w:rPr>
                <w:b/>
                <w:sz w:val="28"/>
                <w:szCs w:val="28"/>
              </w:rPr>
            </w:pPr>
            <w:r w:rsidRPr="006169BD">
              <w:rPr>
                <w:b/>
                <w:sz w:val="28"/>
                <w:szCs w:val="28"/>
              </w:rPr>
              <w:t>Мальчики</w:t>
            </w:r>
          </w:p>
        </w:tc>
        <w:tc>
          <w:tcPr>
            <w:tcW w:w="3390" w:type="dxa"/>
            <w:gridSpan w:val="3"/>
          </w:tcPr>
          <w:p w:rsidR="00D53D72" w:rsidRPr="006169BD" w:rsidRDefault="00D53D72" w:rsidP="00D22B58">
            <w:pPr>
              <w:jc w:val="both"/>
              <w:rPr>
                <w:b/>
                <w:sz w:val="28"/>
                <w:szCs w:val="28"/>
              </w:rPr>
            </w:pPr>
            <w:r w:rsidRPr="006169BD">
              <w:rPr>
                <w:b/>
                <w:sz w:val="28"/>
                <w:szCs w:val="28"/>
              </w:rPr>
              <w:t>Девочки</w:t>
            </w:r>
          </w:p>
        </w:tc>
      </w:tr>
      <w:tr w:rsidR="00D53D72" w:rsidRPr="006169BD" w:rsidTr="00D22B58">
        <w:tc>
          <w:tcPr>
            <w:tcW w:w="3118" w:type="dxa"/>
            <w:vMerge/>
          </w:tcPr>
          <w:p w:rsidR="00D53D72" w:rsidRPr="006169BD" w:rsidRDefault="00D53D72" w:rsidP="00D22B5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92" w:type="dxa"/>
          </w:tcPr>
          <w:p w:rsidR="00D53D72" w:rsidRPr="006169BD" w:rsidRDefault="00D53D72" w:rsidP="00D22B58">
            <w:pPr>
              <w:jc w:val="both"/>
              <w:rPr>
                <w:b/>
                <w:sz w:val="28"/>
                <w:szCs w:val="28"/>
              </w:rPr>
            </w:pPr>
            <w:r w:rsidRPr="006169BD">
              <w:rPr>
                <w:b/>
                <w:sz w:val="28"/>
                <w:szCs w:val="28"/>
              </w:rPr>
              <w:t>«5»</w:t>
            </w:r>
          </w:p>
        </w:tc>
        <w:tc>
          <w:tcPr>
            <w:tcW w:w="1258" w:type="dxa"/>
          </w:tcPr>
          <w:p w:rsidR="00D53D72" w:rsidRPr="006169BD" w:rsidRDefault="00D53D72" w:rsidP="00D22B58">
            <w:pPr>
              <w:jc w:val="both"/>
              <w:rPr>
                <w:b/>
                <w:sz w:val="28"/>
                <w:szCs w:val="28"/>
              </w:rPr>
            </w:pPr>
            <w:r w:rsidRPr="006169BD">
              <w:rPr>
                <w:b/>
                <w:sz w:val="28"/>
                <w:szCs w:val="28"/>
              </w:rPr>
              <w:t>«4»</w:t>
            </w:r>
          </w:p>
        </w:tc>
        <w:tc>
          <w:tcPr>
            <w:tcW w:w="1066" w:type="dxa"/>
          </w:tcPr>
          <w:p w:rsidR="00D53D72" w:rsidRPr="006169BD" w:rsidRDefault="00D53D72" w:rsidP="00D22B58">
            <w:pPr>
              <w:jc w:val="both"/>
              <w:rPr>
                <w:b/>
                <w:sz w:val="28"/>
                <w:szCs w:val="28"/>
              </w:rPr>
            </w:pPr>
            <w:r w:rsidRPr="006169BD">
              <w:rPr>
                <w:b/>
                <w:sz w:val="28"/>
                <w:szCs w:val="28"/>
              </w:rPr>
              <w:t>«3»</w:t>
            </w:r>
          </w:p>
        </w:tc>
        <w:tc>
          <w:tcPr>
            <w:tcW w:w="1066" w:type="dxa"/>
          </w:tcPr>
          <w:p w:rsidR="00D53D72" w:rsidRPr="006169BD" w:rsidRDefault="00D53D72" w:rsidP="00D22B58">
            <w:pPr>
              <w:jc w:val="both"/>
              <w:rPr>
                <w:b/>
                <w:sz w:val="28"/>
                <w:szCs w:val="28"/>
              </w:rPr>
            </w:pPr>
            <w:r w:rsidRPr="006169BD">
              <w:rPr>
                <w:b/>
                <w:sz w:val="28"/>
                <w:szCs w:val="28"/>
              </w:rPr>
              <w:t>«5»</w:t>
            </w:r>
          </w:p>
        </w:tc>
        <w:tc>
          <w:tcPr>
            <w:tcW w:w="1258" w:type="dxa"/>
          </w:tcPr>
          <w:p w:rsidR="00D53D72" w:rsidRPr="006169BD" w:rsidRDefault="00D53D72" w:rsidP="00D22B58">
            <w:pPr>
              <w:jc w:val="both"/>
              <w:rPr>
                <w:b/>
                <w:sz w:val="28"/>
                <w:szCs w:val="28"/>
              </w:rPr>
            </w:pPr>
            <w:r w:rsidRPr="006169BD">
              <w:rPr>
                <w:b/>
                <w:sz w:val="28"/>
                <w:szCs w:val="28"/>
              </w:rPr>
              <w:t>«4»</w:t>
            </w:r>
          </w:p>
        </w:tc>
        <w:tc>
          <w:tcPr>
            <w:tcW w:w="1066" w:type="dxa"/>
          </w:tcPr>
          <w:p w:rsidR="00D53D72" w:rsidRPr="006169BD" w:rsidRDefault="00D53D72" w:rsidP="00D22B58">
            <w:pPr>
              <w:jc w:val="both"/>
              <w:rPr>
                <w:b/>
                <w:sz w:val="28"/>
                <w:szCs w:val="28"/>
              </w:rPr>
            </w:pPr>
            <w:r w:rsidRPr="006169BD">
              <w:rPr>
                <w:b/>
                <w:sz w:val="28"/>
                <w:szCs w:val="28"/>
              </w:rPr>
              <w:t>«3»</w:t>
            </w:r>
          </w:p>
        </w:tc>
      </w:tr>
      <w:tr w:rsidR="00D53D72" w:rsidRPr="006169BD" w:rsidTr="00D22B58">
        <w:tc>
          <w:tcPr>
            <w:tcW w:w="3118" w:type="dxa"/>
          </w:tcPr>
          <w:p w:rsidR="00D53D72" w:rsidRPr="006169BD" w:rsidRDefault="00D53D72" w:rsidP="00D22B58">
            <w:pPr>
              <w:jc w:val="both"/>
              <w:rPr>
                <w:b/>
                <w:sz w:val="28"/>
                <w:szCs w:val="28"/>
              </w:rPr>
            </w:pPr>
            <w:r w:rsidRPr="006169BD">
              <w:rPr>
                <w:b/>
                <w:sz w:val="28"/>
                <w:szCs w:val="28"/>
              </w:rPr>
              <w:t>Бег 1000 м (мин.)</w:t>
            </w:r>
          </w:p>
        </w:tc>
        <w:tc>
          <w:tcPr>
            <w:tcW w:w="1192" w:type="dxa"/>
          </w:tcPr>
          <w:p w:rsidR="00D53D72" w:rsidRPr="006169BD" w:rsidRDefault="00D53D72" w:rsidP="00D22B58">
            <w:pPr>
              <w:jc w:val="both"/>
              <w:rPr>
                <w:sz w:val="28"/>
                <w:szCs w:val="28"/>
              </w:rPr>
            </w:pPr>
            <w:r w:rsidRPr="006169BD">
              <w:rPr>
                <w:sz w:val="28"/>
                <w:szCs w:val="28"/>
              </w:rPr>
              <w:t>5,00</w:t>
            </w:r>
          </w:p>
        </w:tc>
        <w:tc>
          <w:tcPr>
            <w:tcW w:w="1258" w:type="dxa"/>
          </w:tcPr>
          <w:p w:rsidR="00D53D72" w:rsidRPr="006169BD" w:rsidRDefault="00D53D72" w:rsidP="00D22B58">
            <w:pPr>
              <w:jc w:val="both"/>
              <w:rPr>
                <w:sz w:val="28"/>
                <w:szCs w:val="28"/>
              </w:rPr>
            </w:pPr>
            <w:r w:rsidRPr="006169BD">
              <w:rPr>
                <w:sz w:val="28"/>
                <w:szCs w:val="28"/>
              </w:rPr>
              <w:t>5,30</w:t>
            </w:r>
          </w:p>
        </w:tc>
        <w:tc>
          <w:tcPr>
            <w:tcW w:w="1066" w:type="dxa"/>
          </w:tcPr>
          <w:p w:rsidR="00D53D72" w:rsidRPr="006169BD" w:rsidRDefault="00D53D72" w:rsidP="00D22B58">
            <w:pPr>
              <w:jc w:val="both"/>
              <w:rPr>
                <w:sz w:val="28"/>
                <w:szCs w:val="28"/>
              </w:rPr>
            </w:pPr>
            <w:r w:rsidRPr="006169BD">
              <w:rPr>
                <w:sz w:val="28"/>
                <w:szCs w:val="28"/>
              </w:rPr>
              <w:t>6,00</w:t>
            </w:r>
          </w:p>
        </w:tc>
        <w:tc>
          <w:tcPr>
            <w:tcW w:w="1066" w:type="dxa"/>
          </w:tcPr>
          <w:p w:rsidR="00D53D72" w:rsidRPr="006169BD" w:rsidRDefault="00D53D72" w:rsidP="00D22B58">
            <w:pPr>
              <w:jc w:val="both"/>
              <w:rPr>
                <w:sz w:val="28"/>
                <w:szCs w:val="28"/>
              </w:rPr>
            </w:pPr>
            <w:r w:rsidRPr="006169BD">
              <w:rPr>
                <w:sz w:val="28"/>
                <w:szCs w:val="28"/>
              </w:rPr>
              <w:t>5,30</w:t>
            </w:r>
          </w:p>
        </w:tc>
        <w:tc>
          <w:tcPr>
            <w:tcW w:w="1258" w:type="dxa"/>
          </w:tcPr>
          <w:p w:rsidR="00D53D72" w:rsidRPr="006169BD" w:rsidRDefault="00D53D72" w:rsidP="00D22B58">
            <w:pPr>
              <w:jc w:val="both"/>
              <w:rPr>
                <w:sz w:val="28"/>
                <w:szCs w:val="28"/>
              </w:rPr>
            </w:pPr>
            <w:r w:rsidRPr="006169BD">
              <w:rPr>
                <w:sz w:val="28"/>
                <w:szCs w:val="28"/>
              </w:rPr>
              <w:t>6,00</w:t>
            </w:r>
          </w:p>
        </w:tc>
        <w:tc>
          <w:tcPr>
            <w:tcW w:w="1066" w:type="dxa"/>
          </w:tcPr>
          <w:p w:rsidR="00D53D72" w:rsidRPr="006169BD" w:rsidRDefault="00D53D72" w:rsidP="00D22B58">
            <w:pPr>
              <w:jc w:val="both"/>
              <w:rPr>
                <w:sz w:val="28"/>
                <w:szCs w:val="28"/>
              </w:rPr>
            </w:pPr>
            <w:r w:rsidRPr="006169BD">
              <w:rPr>
                <w:sz w:val="28"/>
                <w:szCs w:val="28"/>
              </w:rPr>
              <w:t>6,30</w:t>
            </w:r>
          </w:p>
        </w:tc>
      </w:tr>
      <w:tr w:rsidR="00D53D72" w:rsidRPr="006169BD" w:rsidTr="00D22B58">
        <w:tc>
          <w:tcPr>
            <w:tcW w:w="3118" w:type="dxa"/>
          </w:tcPr>
          <w:p w:rsidR="00D53D72" w:rsidRPr="00BA4679" w:rsidRDefault="00D53D72" w:rsidP="00D22B58">
            <w:pPr>
              <w:jc w:val="both"/>
              <w:rPr>
                <w:b/>
                <w:sz w:val="28"/>
                <w:szCs w:val="28"/>
              </w:rPr>
            </w:pPr>
            <w:r w:rsidRPr="00BA4679">
              <w:rPr>
                <w:b/>
                <w:sz w:val="28"/>
                <w:szCs w:val="28"/>
              </w:rPr>
              <w:t>Прыжок в длину с места</w:t>
            </w:r>
          </w:p>
        </w:tc>
        <w:tc>
          <w:tcPr>
            <w:tcW w:w="1192" w:type="dxa"/>
          </w:tcPr>
          <w:p w:rsidR="00D53D72" w:rsidRPr="006169BD" w:rsidRDefault="00D53D72" w:rsidP="00D22B58">
            <w:pPr>
              <w:jc w:val="both"/>
              <w:rPr>
                <w:sz w:val="28"/>
                <w:szCs w:val="28"/>
              </w:rPr>
            </w:pPr>
            <w:r w:rsidRPr="006169BD">
              <w:rPr>
                <w:sz w:val="28"/>
                <w:szCs w:val="28"/>
              </w:rPr>
              <w:t>200</w:t>
            </w:r>
          </w:p>
        </w:tc>
        <w:tc>
          <w:tcPr>
            <w:tcW w:w="1258" w:type="dxa"/>
          </w:tcPr>
          <w:p w:rsidR="00D53D72" w:rsidRPr="006169BD" w:rsidRDefault="00D53D72" w:rsidP="00D22B58">
            <w:pPr>
              <w:jc w:val="both"/>
              <w:rPr>
                <w:sz w:val="28"/>
                <w:szCs w:val="28"/>
              </w:rPr>
            </w:pPr>
            <w:r w:rsidRPr="006169BD">
              <w:rPr>
                <w:sz w:val="28"/>
                <w:szCs w:val="28"/>
              </w:rPr>
              <w:t>165-180</w:t>
            </w:r>
          </w:p>
        </w:tc>
        <w:tc>
          <w:tcPr>
            <w:tcW w:w="1066" w:type="dxa"/>
          </w:tcPr>
          <w:p w:rsidR="00D53D72" w:rsidRPr="006169BD" w:rsidRDefault="00D53D72" w:rsidP="00D22B58">
            <w:pPr>
              <w:jc w:val="both"/>
              <w:rPr>
                <w:sz w:val="28"/>
                <w:szCs w:val="28"/>
              </w:rPr>
            </w:pPr>
            <w:r w:rsidRPr="006169BD">
              <w:rPr>
                <w:sz w:val="28"/>
                <w:szCs w:val="28"/>
              </w:rPr>
              <w:t>145</w:t>
            </w:r>
          </w:p>
        </w:tc>
        <w:tc>
          <w:tcPr>
            <w:tcW w:w="1066" w:type="dxa"/>
          </w:tcPr>
          <w:p w:rsidR="00D53D72" w:rsidRPr="006169BD" w:rsidRDefault="00D53D72" w:rsidP="00D22B58">
            <w:pPr>
              <w:jc w:val="both"/>
              <w:rPr>
                <w:sz w:val="28"/>
                <w:szCs w:val="28"/>
              </w:rPr>
            </w:pPr>
            <w:r w:rsidRPr="006169BD">
              <w:rPr>
                <w:sz w:val="28"/>
                <w:szCs w:val="28"/>
              </w:rPr>
              <w:t>190</w:t>
            </w:r>
          </w:p>
        </w:tc>
        <w:tc>
          <w:tcPr>
            <w:tcW w:w="1258" w:type="dxa"/>
          </w:tcPr>
          <w:p w:rsidR="00D53D72" w:rsidRPr="006169BD" w:rsidRDefault="00D53D72" w:rsidP="00D22B58">
            <w:pPr>
              <w:jc w:val="both"/>
              <w:rPr>
                <w:sz w:val="28"/>
                <w:szCs w:val="28"/>
              </w:rPr>
            </w:pPr>
            <w:r w:rsidRPr="006169BD">
              <w:rPr>
                <w:sz w:val="28"/>
                <w:szCs w:val="28"/>
              </w:rPr>
              <w:t>155-175</w:t>
            </w:r>
          </w:p>
        </w:tc>
        <w:tc>
          <w:tcPr>
            <w:tcW w:w="1066" w:type="dxa"/>
          </w:tcPr>
          <w:p w:rsidR="00D53D72" w:rsidRPr="006169BD" w:rsidRDefault="00D53D72" w:rsidP="00D22B58">
            <w:pPr>
              <w:jc w:val="both"/>
              <w:rPr>
                <w:sz w:val="28"/>
                <w:szCs w:val="28"/>
              </w:rPr>
            </w:pPr>
            <w:r w:rsidRPr="006169BD">
              <w:rPr>
                <w:sz w:val="28"/>
                <w:szCs w:val="28"/>
              </w:rPr>
              <w:t>135</w:t>
            </w:r>
          </w:p>
        </w:tc>
      </w:tr>
      <w:tr w:rsidR="00D53D72" w:rsidRPr="006169BD" w:rsidTr="00D22B58">
        <w:tc>
          <w:tcPr>
            <w:tcW w:w="3118" w:type="dxa"/>
          </w:tcPr>
          <w:p w:rsidR="00D53D72" w:rsidRPr="006169BD" w:rsidRDefault="00D53D72" w:rsidP="00D22B58">
            <w:pPr>
              <w:jc w:val="both"/>
              <w:rPr>
                <w:b/>
                <w:sz w:val="28"/>
                <w:szCs w:val="28"/>
              </w:rPr>
            </w:pPr>
            <w:r w:rsidRPr="006169BD">
              <w:rPr>
                <w:b/>
                <w:sz w:val="28"/>
                <w:szCs w:val="28"/>
              </w:rPr>
              <w:t>Подтягивание на перекладине</w:t>
            </w:r>
          </w:p>
        </w:tc>
        <w:tc>
          <w:tcPr>
            <w:tcW w:w="1192" w:type="dxa"/>
          </w:tcPr>
          <w:p w:rsidR="00D53D72" w:rsidRPr="006169BD" w:rsidRDefault="00D53D72" w:rsidP="00D22B58">
            <w:pPr>
              <w:jc w:val="both"/>
              <w:rPr>
                <w:sz w:val="28"/>
                <w:szCs w:val="28"/>
              </w:rPr>
            </w:pPr>
            <w:r w:rsidRPr="006169BD">
              <w:rPr>
                <w:sz w:val="28"/>
                <w:szCs w:val="28"/>
              </w:rPr>
              <w:t>7</w:t>
            </w:r>
          </w:p>
        </w:tc>
        <w:tc>
          <w:tcPr>
            <w:tcW w:w="1258" w:type="dxa"/>
          </w:tcPr>
          <w:p w:rsidR="00D53D72" w:rsidRPr="006169BD" w:rsidRDefault="00D53D72" w:rsidP="00D22B58">
            <w:pPr>
              <w:jc w:val="both"/>
              <w:rPr>
                <w:sz w:val="28"/>
                <w:szCs w:val="28"/>
              </w:rPr>
            </w:pPr>
            <w:r w:rsidRPr="006169BD">
              <w:rPr>
                <w:sz w:val="28"/>
                <w:szCs w:val="28"/>
              </w:rPr>
              <w:t>4-6</w:t>
            </w:r>
          </w:p>
        </w:tc>
        <w:tc>
          <w:tcPr>
            <w:tcW w:w="1066" w:type="dxa"/>
          </w:tcPr>
          <w:p w:rsidR="00D53D72" w:rsidRPr="006169BD" w:rsidRDefault="00D53D72" w:rsidP="00D22B58">
            <w:pPr>
              <w:jc w:val="both"/>
              <w:rPr>
                <w:sz w:val="28"/>
                <w:szCs w:val="28"/>
              </w:rPr>
            </w:pPr>
            <w:r w:rsidRPr="006169BD">
              <w:rPr>
                <w:sz w:val="28"/>
                <w:szCs w:val="28"/>
              </w:rPr>
              <w:t>1</w:t>
            </w:r>
          </w:p>
        </w:tc>
        <w:tc>
          <w:tcPr>
            <w:tcW w:w="1066" w:type="dxa"/>
          </w:tcPr>
          <w:p w:rsidR="00D53D72" w:rsidRPr="006169BD" w:rsidRDefault="00D53D72" w:rsidP="00D22B58">
            <w:pPr>
              <w:jc w:val="both"/>
              <w:rPr>
                <w:sz w:val="28"/>
                <w:szCs w:val="28"/>
              </w:rPr>
            </w:pPr>
            <w:r w:rsidRPr="006169BD">
              <w:rPr>
                <w:sz w:val="28"/>
                <w:szCs w:val="28"/>
              </w:rPr>
              <w:t>20</w:t>
            </w:r>
          </w:p>
        </w:tc>
        <w:tc>
          <w:tcPr>
            <w:tcW w:w="1258" w:type="dxa"/>
          </w:tcPr>
          <w:p w:rsidR="00D53D72" w:rsidRPr="006169BD" w:rsidRDefault="00D53D72" w:rsidP="00D22B58">
            <w:pPr>
              <w:jc w:val="both"/>
              <w:rPr>
                <w:sz w:val="28"/>
                <w:szCs w:val="28"/>
              </w:rPr>
            </w:pPr>
            <w:r w:rsidRPr="006169BD">
              <w:rPr>
                <w:sz w:val="28"/>
                <w:szCs w:val="28"/>
              </w:rPr>
              <w:t>11-15</w:t>
            </w:r>
          </w:p>
        </w:tc>
        <w:tc>
          <w:tcPr>
            <w:tcW w:w="1066" w:type="dxa"/>
          </w:tcPr>
          <w:p w:rsidR="00D53D72" w:rsidRPr="006169BD" w:rsidRDefault="00D53D72" w:rsidP="00D22B58">
            <w:pPr>
              <w:jc w:val="both"/>
              <w:rPr>
                <w:sz w:val="28"/>
                <w:szCs w:val="28"/>
              </w:rPr>
            </w:pPr>
            <w:r w:rsidRPr="006169BD">
              <w:rPr>
                <w:sz w:val="28"/>
                <w:szCs w:val="28"/>
              </w:rPr>
              <w:t>4</w:t>
            </w:r>
          </w:p>
        </w:tc>
      </w:tr>
      <w:tr w:rsidR="00D53D72" w:rsidRPr="006169BD" w:rsidTr="00D22B58">
        <w:tc>
          <w:tcPr>
            <w:tcW w:w="3118" w:type="dxa"/>
          </w:tcPr>
          <w:p w:rsidR="00D53D72" w:rsidRPr="006169BD" w:rsidRDefault="00D53D72" w:rsidP="00D22B58">
            <w:pPr>
              <w:jc w:val="both"/>
              <w:rPr>
                <w:b/>
                <w:sz w:val="28"/>
                <w:szCs w:val="28"/>
              </w:rPr>
            </w:pPr>
            <w:r w:rsidRPr="006169BD">
              <w:rPr>
                <w:b/>
                <w:sz w:val="28"/>
                <w:szCs w:val="28"/>
              </w:rPr>
              <w:t>Отжимание</w:t>
            </w:r>
          </w:p>
        </w:tc>
        <w:tc>
          <w:tcPr>
            <w:tcW w:w="1192" w:type="dxa"/>
          </w:tcPr>
          <w:p w:rsidR="00D53D72" w:rsidRPr="006169BD" w:rsidRDefault="00D53D72" w:rsidP="00D22B58">
            <w:pPr>
              <w:jc w:val="both"/>
              <w:rPr>
                <w:sz w:val="28"/>
                <w:szCs w:val="28"/>
              </w:rPr>
            </w:pPr>
            <w:r w:rsidRPr="006169BD">
              <w:rPr>
                <w:sz w:val="28"/>
                <w:szCs w:val="28"/>
              </w:rPr>
              <w:t>23</w:t>
            </w:r>
          </w:p>
        </w:tc>
        <w:tc>
          <w:tcPr>
            <w:tcW w:w="1258" w:type="dxa"/>
          </w:tcPr>
          <w:p w:rsidR="00D53D72" w:rsidRPr="006169BD" w:rsidRDefault="00D53D72" w:rsidP="00D22B58">
            <w:pPr>
              <w:jc w:val="both"/>
              <w:rPr>
                <w:sz w:val="28"/>
                <w:szCs w:val="28"/>
              </w:rPr>
            </w:pPr>
            <w:r w:rsidRPr="006169BD">
              <w:rPr>
                <w:sz w:val="28"/>
                <w:szCs w:val="28"/>
              </w:rPr>
              <w:t>18</w:t>
            </w:r>
          </w:p>
        </w:tc>
        <w:tc>
          <w:tcPr>
            <w:tcW w:w="1066" w:type="dxa"/>
          </w:tcPr>
          <w:p w:rsidR="00D53D72" w:rsidRPr="006169BD" w:rsidRDefault="00D53D72" w:rsidP="00D22B58">
            <w:pPr>
              <w:jc w:val="both"/>
              <w:rPr>
                <w:sz w:val="28"/>
                <w:szCs w:val="28"/>
              </w:rPr>
            </w:pPr>
            <w:r w:rsidRPr="006169BD">
              <w:rPr>
                <w:sz w:val="28"/>
                <w:szCs w:val="28"/>
              </w:rPr>
              <w:t>13</w:t>
            </w:r>
          </w:p>
        </w:tc>
        <w:tc>
          <w:tcPr>
            <w:tcW w:w="1066" w:type="dxa"/>
          </w:tcPr>
          <w:p w:rsidR="00D53D72" w:rsidRPr="006169BD" w:rsidRDefault="00D53D72" w:rsidP="00D22B58">
            <w:pPr>
              <w:jc w:val="both"/>
              <w:rPr>
                <w:sz w:val="28"/>
                <w:szCs w:val="28"/>
              </w:rPr>
            </w:pPr>
            <w:r w:rsidRPr="006169BD">
              <w:rPr>
                <w:sz w:val="28"/>
                <w:szCs w:val="28"/>
              </w:rPr>
              <w:t>13</w:t>
            </w:r>
          </w:p>
        </w:tc>
        <w:tc>
          <w:tcPr>
            <w:tcW w:w="1258" w:type="dxa"/>
          </w:tcPr>
          <w:p w:rsidR="00D53D72" w:rsidRPr="006169BD" w:rsidRDefault="00D53D72" w:rsidP="00D22B58">
            <w:pPr>
              <w:jc w:val="both"/>
              <w:rPr>
                <w:sz w:val="28"/>
                <w:szCs w:val="28"/>
              </w:rPr>
            </w:pPr>
            <w:r w:rsidRPr="006169BD">
              <w:rPr>
                <w:sz w:val="28"/>
                <w:szCs w:val="28"/>
              </w:rPr>
              <w:t>11</w:t>
            </w:r>
          </w:p>
        </w:tc>
        <w:tc>
          <w:tcPr>
            <w:tcW w:w="1066" w:type="dxa"/>
          </w:tcPr>
          <w:p w:rsidR="00D53D72" w:rsidRPr="006169BD" w:rsidRDefault="00D53D72" w:rsidP="00D22B58">
            <w:pPr>
              <w:jc w:val="both"/>
              <w:rPr>
                <w:sz w:val="28"/>
                <w:szCs w:val="28"/>
              </w:rPr>
            </w:pPr>
            <w:r w:rsidRPr="006169BD">
              <w:rPr>
                <w:sz w:val="28"/>
                <w:szCs w:val="28"/>
              </w:rPr>
              <w:t>8</w:t>
            </w:r>
          </w:p>
        </w:tc>
      </w:tr>
      <w:tr w:rsidR="00D53D72" w:rsidRPr="006169BD" w:rsidTr="00D22B58">
        <w:tc>
          <w:tcPr>
            <w:tcW w:w="3118" w:type="dxa"/>
          </w:tcPr>
          <w:p w:rsidR="00D53D72" w:rsidRPr="006169BD" w:rsidRDefault="00D53D72" w:rsidP="00D22B58">
            <w:pPr>
              <w:jc w:val="both"/>
              <w:rPr>
                <w:b/>
                <w:sz w:val="28"/>
                <w:szCs w:val="28"/>
              </w:rPr>
            </w:pPr>
            <w:r w:rsidRPr="006169BD">
              <w:rPr>
                <w:b/>
                <w:sz w:val="28"/>
                <w:szCs w:val="28"/>
              </w:rPr>
              <w:t>Пресс (30 сек.)</w:t>
            </w:r>
          </w:p>
        </w:tc>
        <w:tc>
          <w:tcPr>
            <w:tcW w:w="1192" w:type="dxa"/>
          </w:tcPr>
          <w:p w:rsidR="00D53D72" w:rsidRPr="006169BD" w:rsidRDefault="00D53D72" w:rsidP="00D22B58">
            <w:pPr>
              <w:jc w:val="both"/>
              <w:rPr>
                <w:sz w:val="28"/>
                <w:szCs w:val="28"/>
              </w:rPr>
            </w:pPr>
            <w:r w:rsidRPr="006169BD">
              <w:rPr>
                <w:sz w:val="28"/>
                <w:szCs w:val="28"/>
              </w:rPr>
              <w:t>25</w:t>
            </w:r>
          </w:p>
        </w:tc>
        <w:tc>
          <w:tcPr>
            <w:tcW w:w="1258" w:type="dxa"/>
          </w:tcPr>
          <w:p w:rsidR="00D53D72" w:rsidRPr="006169BD" w:rsidRDefault="00D53D72" w:rsidP="00D22B58">
            <w:pPr>
              <w:jc w:val="both"/>
              <w:rPr>
                <w:sz w:val="28"/>
                <w:szCs w:val="28"/>
              </w:rPr>
            </w:pPr>
            <w:r w:rsidRPr="006169BD">
              <w:rPr>
                <w:sz w:val="28"/>
                <w:szCs w:val="28"/>
              </w:rPr>
              <w:t>22</w:t>
            </w:r>
          </w:p>
        </w:tc>
        <w:tc>
          <w:tcPr>
            <w:tcW w:w="1066" w:type="dxa"/>
          </w:tcPr>
          <w:p w:rsidR="00D53D72" w:rsidRPr="006169BD" w:rsidRDefault="00D53D72" w:rsidP="00D22B58">
            <w:pPr>
              <w:jc w:val="both"/>
              <w:rPr>
                <w:sz w:val="28"/>
                <w:szCs w:val="28"/>
              </w:rPr>
            </w:pPr>
            <w:r w:rsidRPr="006169BD">
              <w:rPr>
                <w:sz w:val="28"/>
                <w:szCs w:val="28"/>
              </w:rPr>
              <w:t>18</w:t>
            </w:r>
          </w:p>
        </w:tc>
        <w:tc>
          <w:tcPr>
            <w:tcW w:w="1066" w:type="dxa"/>
          </w:tcPr>
          <w:p w:rsidR="00D53D72" w:rsidRPr="006169BD" w:rsidRDefault="00D53D72" w:rsidP="00D22B58">
            <w:pPr>
              <w:jc w:val="both"/>
              <w:rPr>
                <w:sz w:val="28"/>
                <w:szCs w:val="28"/>
              </w:rPr>
            </w:pPr>
            <w:r w:rsidRPr="006169BD">
              <w:rPr>
                <w:sz w:val="28"/>
                <w:szCs w:val="28"/>
              </w:rPr>
              <w:t>25</w:t>
            </w:r>
          </w:p>
        </w:tc>
        <w:tc>
          <w:tcPr>
            <w:tcW w:w="1258" w:type="dxa"/>
          </w:tcPr>
          <w:p w:rsidR="00D53D72" w:rsidRPr="006169BD" w:rsidRDefault="00D53D72" w:rsidP="00D22B58">
            <w:pPr>
              <w:jc w:val="both"/>
              <w:rPr>
                <w:sz w:val="28"/>
                <w:szCs w:val="28"/>
              </w:rPr>
            </w:pPr>
            <w:r w:rsidRPr="006169BD">
              <w:rPr>
                <w:sz w:val="28"/>
                <w:szCs w:val="28"/>
              </w:rPr>
              <w:t>22</w:t>
            </w:r>
          </w:p>
        </w:tc>
        <w:tc>
          <w:tcPr>
            <w:tcW w:w="1066" w:type="dxa"/>
          </w:tcPr>
          <w:p w:rsidR="00D53D72" w:rsidRPr="006169BD" w:rsidRDefault="00D53D72" w:rsidP="00D22B58">
            <w:pPr>
              <w:jc w:val="both"/>
              <w:rPr>
                <w:sz w:val="28"/>
                <w:szCs w:val="28"/>
              </w:rPr>
            </w:pPr>
            <w:r w:rsidRPr="006169BD">
              <w:rPr>
                <w:sz w:val="28"/>
                <w:szCs w:val="28"/>
              </w:rPr>
              <w:t>18</w:t>
            </w:r>
          </w:p>
        </w:tc>
      </w:tr>
    </w:tbl>
    <w:p w:rsidR="00D53D72" w:rsidRDefault="00D53D72" w:rsidP="00B877EF">
      <w:pPr>
        <w:pStyle w:val="Default"/>
        <w:ind w:firstLine="700"/>
        <w:jc w:val="both"/>
        <w:rPr>
          <w:b/>
          <w:bCs/>
          <w:sz w:val="28"/>
          <w:szCs w:val="28"/>
        </w:rPr>
      </w:pPr>
    </w:p>
    <w:p w:rsidR="00D53D72" w:rsidRDefault="00D53D72" w:rsidP="00536A78">
      <w:pPr>
        <w:pStyle w:val="Default"/>
        <w:jc w:val="both"/>
        <w:rPr>
          <w:b/>
          <w:bCs/>
          <w:sz w:val="28"/>
          <w:szCs w:val="28"/>
        </w:rPr>
      </w:pPr>
    </w:p>
    <w:p w:rsidR="00D53D72" w:rsidRDefault="00D53D72" w:rsidP="00925692"/>
    <w:p w:rsidR="00D53D72" w:rsidRDefault="00D53D72" w:rsidP="00925692"/>
    <w:p w:rsidR="00D53D72" w:rsidRDefault="00D53D72" w:rsidP="00925692"/>
    <w:p w:rsidR="00D53D72" w:rsidRDefault="00D53D72" w:rsidP="00925692"/>
    <w:p w:rsidR="00D53D72" w:rsidRDefault="00D53D72" w:rsidP="00925692"/>
    <w:sectPr w:rsidR="00D53D72" w:rsidSect="002A0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3D72" w:rsidRDefault="00D53D72" w:rsidP="00715AB4">
      <w:r>
        <w:separator/>
      </w:r>
    </w:p>
  </w:endnote>
  <w:endnote w:type="continuationSeparator" w:id="0">
    <w:p w:rsidR="00D53D72" w:rsidRDefault="00D53D72" w:rsidP="00715A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3D72" w:rsidRDefault="00D53D72" w:rsidP="00715AB4">
      <w:r>
        <w:separator/>
      </w:r>
    </w:p>
  </w:footnote>
  <w:footnote w:type="continuationSeparator" w:id="0">
    <w:p w:rsidR="00D53D72" w:rsidRDefault="00D53D72" w:rsidP="00715A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E643B"/>
    <w:multiLevelType w:val="hybridMultilevel"/>
    <w:tmpl w:val="8F5638D4"/>
    <w:lvl w:ilvl="0" w:tplc="AFC48696">
      <w:start w:val="1"/>
      <w:numFmt w:val="decimal"/>
      <w:lvlText w:val="%1."/>
      <w:lvlJc w:val="left"/>
      <w:pPr>
        <w:ind w:left="480" w:hanging="360"/>
      </w:pPr>
      <w:rPr>
        <w:rFonts w:cs="Times New Roman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FF21A90"/>
    <w:multiLevelType w:val="hybridMultilevel"/>
    <w:tmpl w:val="B01253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30CE"/>
    <w:rsid w:val="00012427"/>
    <w:rsid w:val="00016919"/>
    <w:rsid w:val="00094545"/>
    <w:rsid w:val="000968BD"/>
    <w:rsid w:val="0016527D"/>
    <w:rsid w:val="002311D3"/>
    <w:rsid w:val="002A0DCE"/>
    <w:rsid w:val="002B18F9"/>
    <w:rsid w:val="002C00A9"/>
    <w:rsid w:val="002D2E6D"/>
    <w:rsid w:val="003147EE"/>
    <w:rsid w:val="004D0395"/>
    <w:rsid w:val="005169F5"/>
    <w:rsid w:val="00535DE0"/>
    <w:rsid w:val="00536A78"/>
    <w:rsid w:val="00575E36"/>
    <w:rsid w:val="005A69E2"/>
    <w:rsid w:val="005C3878"/>
    <w:rsid w:val="005C4336"/>
    <w:rsid w:val="0060121A"/>
    <w:rsid w:val="006046C8"/>
    <w:rsid w:val="006169BD"/>
    <w:rsid w:val="00627872"/>
    <w:rsid w:val="00644EAC"/>
    <w:rsid w:val="006D4ED2"/>
    <w:rsid w:val="00715AB4"/>
    <w:rsid w:val="0078194B"/>
    <w:rsid w:val="007C2F69"/>
    <w:rsid w:val="007F0645"/>
    <w:rsid w:val="00836553"/>
    <w:rsid w:val="0089608A"/>
    <w:rsid w:val="008D1744"/>
    <w:rsid w:val="00925692"/>
    <w:rsid w:val="009630CE"/>
    <w:rsid w:val="00997463"/>
    <w:rsid w:val="009B5179"/>
    <w:rsid w:val="009C0368"/>
    <w:rsid w:val="009C4026"/>
    <w:rsid w:val="00A373AD"/>
    <w:rsid w:val="00A43D0C"/>
    <w:rsid w:val="00AB1BBD"/>
    <w:rsid w:val="00B035D4"/>
    <w:rsid w:val="00B877EF"/>
    <w:rsid w:val="00BA4679"/>
    <w:rsid w:val="00BB7714"/>
    <w:rsid w:val="00C25F3C"/>
    <w:rsid w:val="00C46F2A"/>
    <w:rsid w:val="00C46FFB"/>
    <w:rsid w:val="00D13AFE"/>
    <w:rsid w:val="00D22B58"/>
    <w:rsid w:val="00D50BBB"/>
    <w:rsid w:val="00D53D72"/>
    <w:rsid w:val="00DE30BF"/>
    <w:rsid w:val="00E1477B"/>
    <w:rsid w:val="00E35FCF"/>
    <w:rsid w:val="00E77095"/>
    <w:rsid w:val="00EF0BB2"/>
    <w:rsid w:val="00F17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0C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9630C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9630C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BB7714"/>
    <w:rPr>
      <w:rFonts w:ascii="Times New Roman" w:eastAsia="Times New Roman" w:hAnsi="Times New Roman"/>
      <w:sz w:val="24"/>
      <w:szCs w:val="24"/>
    </w:rPr>
  </w:style>
  <w:style w:type="paragraph" w:customStyle="1" w:styleId="msonospacing0">
    <w:name w:val="msonospacing"/>
    <w:uiPriority w:val="99"/>
    <w:rsid w:val="009B5179"/>
    <w:rPr>
      <w:lang w:eastAsia="en-US"/>
    </w:rPr>
  </w:style>
  <w:style w:type="paragraph" w:customStyle="1" w:styleId="c2">
    <w:name w:val="c2"/>
    <w:basedOn w:val="Normal"/>
    <w:uiPriority w:val="99"/>
    <w:rsid w:val="009B5179"/>
    <w:pPr>
      <w:spacing w:before="100" w:beforeAutospacing="1" w:after="100" w:afterAutospacing="1"/>
    </w:pPr>
  </w:style>
  <w:style w:type="character" w:customStyle="1" w:styleId="c5">
    <w:name w:val="c5"/>
    <w:basedOn w:val="DefaultParagraphFont"/>
    <w:uiPriority w:val="99"/>
    <w:rsid w:val="009B5179"/>
    <w:rPr>
      <w:rFonts w:cs="Times New Roman"/>
    </w:rPr>
  </w:style>
  <w:style w:type="character" w:customStyle="1" w:styleId="c0">
    <w:name w:val="c0"/>
    <w:basedOn w:val="DefaultParagraphFont"/>
    <w:uiPriority w:val="99"/>
    <w:rsid w:val="009B5179"/>
    <w:rPr>
      <w:rFonts w:cs="Times New Roman"/>
    </w:rPr>
  </w:style>
  <w:style w:type="paragraph" w:styleId="Header">
    <w:name w:val="header"/>
    <w:basedOn w:val="Normal"/>
    <w:link w:val="HeaderChar"/>
    <w:uiPriority w:val="99"/>
    <w:rsid w:val="00715AB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15AB4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15AB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15AB4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01691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">
    <w:name w:val="Основной текст_"/>
    <w:basedOn w:val="DefaultParagraphFont"/>
    <w:link w:val="2"/>
    <w:uiPriority w:val="99"/>
    <w:locked/>
    <w:rsid w:val="00DE30BF"/>
    <w:rPr>
      <w:rFonts w:cs="Times New Roman"/>
      <w:sz w:val="21"/>
      <w:szCs w:val="21"/>
      <w:shd w:val="clear" w:color="auto" w:fill="FFFFFF"/>
      <w:lang w:bidi="ar-SA"/>
    </w:rPr>
  </w:style>
  <w:style w:type="paragraph" w:customStyle="1" w:styleId="2">
    <w:name w:val="Основной текст2"/>
    <w:basedOn w:val="Normal"/>
    <w:link w:val="a"/>
    <w:uiPriority w:val="99"/>
    <w:rsid w:val="00DE30BF"/>
    <w:pPr>
      <w:widowControl w:val="0"/>
      <w:shd w:val="clear" w:color="auto" w:fill="FFFFFF"/>
      <w:spacing w:before="240" w:after="240" w:line="278" w:lineRule="exact"/>
    </w:pPr>
    <w:rPr>
      <w:rFonts w:eastAsia="Calibri"/>
      <w:noProof/>
      <w:sz w:val="21"/>
      <w:szCs w:val="21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3250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0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0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0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0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0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0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0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0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255</TotalTime>
  <Pages>9</Pages>
  <Words>1764</Words>
  <Characters>10055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Люба</cp:lastModifiedBy>
  <cp:revision>22</cp:revision>
  <dcterms:created xsi:type="dcterms:W3CDTF">2014-03-22T10:23:00Z</dcterms:created>
  <dcterms:modified xsi:type="dcterms:W3CDTF">2016-03-29T18:16:00Z</dcterms:modified>
</cp:coreProperties>
</file>